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A64048" w:rsidP="00C53A06">
      <w:pPr>
        <w:spacing w:before="120" w:after="120" w:line="360" w:lineRule="auto"/>
        <w:jc w:val="center"/>
        <w:rPr>
          <w:rFonts w:ascii="Arial" w:hAnsi="Arial" w:cs="Arial"/>
          <w:b/>
          <w:sz w:val="48"/>
          <w:szCs w:val="48"/>
        </w:rPr>
      </w:pPr>
      <w:r>
        <w:rPr>
          <w:rFonts w:ascii="Arial" w:hAnsi="Arial" w:cs="Arial"/>
          <w:b/>
          <w:sz w:val="48"/>
          <w:szCs w:val="48"/>
        </w:rPr>
        <w:t>Sprint-3</w:t>
      </w:r>
    </w:p>
    <w:p w:rsidR="00C53A06" w:rsidRPr="00CC3D8F" w:rsidRDefault="0020008A" w:rsidP="003C13DF">
      <w:pPr>
        <w:pStyle w:val="Title"/>
        <w:spacing w:before="0" w:after="0" w:line="360" w:lineRule="auto"/>
        <w:rPr>
          <w:sz w:val="44"/>
          <w:szCs w:val="44"/>
        </w:rPr>
      </w:pPr>
      <w:r>
        <w:rPr>
          <w:sz w:val="44"/>
          <w:szCs w:val="44"/>
        </w:rPr>
        <w:t>Test Case CAS_</w:t>
      </w:r>
      <w:r w:rsidR="00144C36">
        <w:rPr>
          <w:sz w:val="44"/>
          <w:szCs w:val="44"/>
        </w:rPr>
        <w:t>MPDU_</w:t>
      </w:r>
      <w:r>
        <w:rPr>
          <w:sz w:val="44"/>
          <w:szCs w:val="44"/>
        </w:rPr>
        <w:t>TC_012</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495C87" w:rsidP="00FE5351">
      <w:pPr>
        <w:pStyle w:val="Subtitle"/>
        <w:rPr>
          <w:sz w:val="40"/>
          <w:szCs w:val="40"/>
        </w:rPr>
      </w:pPr>
      <w:bookmarkStart w:id="0" w:name="PubDate"/>
      <w:r>
        <w:rPr>
          <w:sz w:val="40"/>
          <w:szCs w:val="40"/>
        </w:rPr>
        <w:t>Octo</w:t>
      </w:r>
      <w:r w:rsidR="0086704C" w:rsidRPr="00A41DF5">
        <w:rPr>
          <w:sz w:val="40"/>
          <w:szCs w:val="40"/>
        </w:rPr>
        <w:t>ber</w:t>
      </w:r>
      <w:r w:rsidR="00F16735" w:rsidRPr="00A41DF5">
        <w:rPr>
          <w:sz w:val="40"/>
          <w:szCs w:val="40"/>
        </w:rPr>
        <w:t xml:space="preserve"> </w:t>
      </w:r>
      <w:r w:rsidR="00F16735" w:rsidRPr="00BC6295">
        <w:rPr>
          <w:sz w:val="40"/>
          <w:szCs w:val="40"/>
        </w:rPr>
        <w:t>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pgSz w:w="12240" w:h="15840" w:code="1"/>
          <w:pgMar w:top="1440" w:right="1440" w:bottom="1440" w:left="1440" w:header="720" w:footer="720" w:gutter="0"/>
          <w:pgNumType w:start="1"/>
          <w:cols w:space="720"/>
          <w:docGrid w:linePitch="360"/>
        </w:sectPr>
      </w:pPr>
      <w:r w:rsidRPr="00BC6295">
        <w:rPr>
          <w:sz w:val="40"/>
          <w:szCs w:val="40"/>
        </w:rPr>
        <w:t>Version</w:t>
      </w:r>
      <w:r w:rsidR="00495C87">
        <w:rPr>
          <w:sz w:val="40"/>
          <w:szCs w:val="40"/>
        </w:rPr>
        <w:t xml:space="preserve"> 1.1</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5843CD" w:rsidP="00EB4B73">
            <w:r>
              <w:t>08/04</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1C4894" w:rsidP="00665245">
            <w:r>
              <w:t>08/04</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F1020A" w:rsidP="00F1020A">
            <w:pPr>
              <w:cnfStyle w:val="000000100000" w:firstRow="0" w:lastRow="0" w:firstColumn="0" w:lastColumn="0" w:oddVBand="0" w:evenVBand="0" w:oddHBand="1" w:evenHBand="0" w:firstRowFirstColumn="0" w:firstRowLastColumn="0" w:lastRowFirstColumn="0" w:lastRowLastColumn="0"/>
            </w:pPr>
            <w:r>
              <w:t xml:space="preserve">Initial </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r w:rsidR="00F1020A" w:rsidRPr="00EB4B73" w:rsidTr="00665245">
        <w:tc>
          <w:tcPr>
            <w:cnfStyle w:val="001000000000" w:firstRow="0" w:lastRow="0" w:firstColumn="1" w:lastColumn="0" w:oddVBand="0" w:evenVBand="0" w:oddHBand="0" w:evenHBand="0" w:firstRowFirstColumn="0" w:firstRowLastColumn="0" w:lastRowFirstColumn="0" w:lastRowLastColumn="0"/>
            <w:tcW w:w="2394" w:type="dxa"/>
          </w:tcPr>
          <w:p w:rsidR="00F1020A" w:rsidRPr="00EB4B73" w:rsidRDefault="00F1020A" w:rsidP="000D69A6">
            <w:r>
              <w:t>10/05/2017</w:t>
            </w:r>
          </w:p>
        </w:tc>
        <w:tc>
          <w:tcPr>
            <w:tcW w:w="1224" w:type="dxa"/>
          </w:tcPr>
          <w:p w:rsidR="00F1020A" w:rsidRPr="00EB4B73" w:rsidRDefault="00F1020A" w:rsidP="000D69A6">
            <w:pPr>
              <w:cnfStyle w:val="000000000000" w:firstRow="0" w:lastRow="0" w:firstColumn="0" w:lastColumn="0" w:oddVBand="0" w:evenVBand="0" w:oddHBand="0" w:evenHBand="0" w:firstRowFirstColumn="0" w:firstRowLastColumn="0" w:lastRowFirstColumn="0" w:lastRowLastColumn="0"/>
            </w:pPr>
            <w:r w:rsidRPr="00EB4B73">
              <w:t>1.</w:t>
            </w:r>
            <w:r>
              <w:t>1</w:t>
            </w:r>
          </w:p>
        </w:tc>
        <w:tc>
          <w:tcPr>
            <w:tcW w:w="3564" w:type="dxa"/>
          </w:tcPr>
          <w:p w:rsidR="00F1020A" w:rsidRPr="00EB4B73" w:rsidRDefault="00F1020A" w:rsidP="000D69A6">
            <w:pPr>
              <w:cnfStyle w:val="000000000000" w:firstRow="0" w:lastRow="0" w:firstColumn="0" w:lastColumn="0" w:oddVBand="0" w:evenVBand="0" w:oddHBand="0" w:evenHBand="0" w:firstRowFirstColumn="0" w:firstRowLastColumn="0" w:lastRowFirstColumn="0" w:lastRowLastColumn="0"/>
            </w:pPr>
            <w:r>
              <w:t>Updated per SQA Testing</w:t>
            </w:r>
          </w:p>
        </w:tc>
        <w:tc>
          <w:tcPr>
            <w:tcW w:w="2394" w:type="dxa"/>
          </w:tcPr>
          <w:p w:rsidR="00F1020A" w:rsidRPr="00EB4B73" w:rsidRDefault="00F1020A" w:rsidP="000D69A6">
            <w:pPr>
              <w:cnfStyle w:val="000000000000" w:firstRow="0" w:lastRow="0" w:firstColumn="0" w:lastColumn="0" w:oddVBand="0" w:evenVBand="0" w:oddHBand="0"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37D41">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37D41">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37D41">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137D41">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4"/>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Pharmacy </w:t>
      </w:r>
      <w:r w:rsidR="00F16735">
        <w:t xml:space="preserve"> </w:t>
      </w:r>
      <w:r w:rsidR="00146CAA">
        <w:t xml:space="preserve">Clinical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66795A">
        <w:t>OneVA</w:t>
      </w:r>
      <w:proofErr w:type="spellEnd"/>
      <w:r w:rsidR="0066795A">
        <w:t xml:space="preserve"> Pharmacy </w:t>
      </w:r>
      <w:r w:rsidR="00A40A35">
        <w:t>Software</w:t>
      </w:r>
      <w:r w:rsidR="006131A6">
        <w:t xml:space="preserve"> </w:t>
      </w:r>
      <w:r w:rsidR="00C4199A" w:rsidRPr="00C4199A">
        <w:t xml:space="preserve">Outpatient Pharmacy Prescription Processing </w:t>
      </w:r>
      <w:r w:rsidR="0066795A">
        <w:t>will</w:t>
      </w:r>
      <w:r w:rsidR="0066795A" w:rsidRPr="0066795A">
        <w:t xml:space="preserve"> </w:t>
      </w:r>
      <w:r w:rsidR="00A40A35">
        <w:t xml:space="preserve">prevent the processing of prescription refills if the </w:t>
      </w:r>
      <w:proofErr w:type="spellStart"/>
      <w:r w:rsidR="00A40A35">
        <w:t>OneVA</w:t>
      </w:r>
      <w:proofErr w:type="spellEnd"/>
      <w:r w:rsidR="00A40A35">
        <w:t xml:space="preserve"> Pharmacy flag is on at the dispensing site and off at the host site</w:t>
      </w:r>
      <w:r w:rsidR="0086704C">
        <w:t>.</w:t>
      </w:r>
    </w:p>
    <w:p w:rsidR="00DC6C34" w:rsidRDefault="00DC6C34" w:rsidP="00F16735">
      <w:r>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5612C0" w:rsidRDefault="006131A6" w:rsidP="006131A6">
      <w:proofErr w:type="spellStart"/>
      <w:r w:rsidRPr="006131A6">
        <w:t>OneVA</w:t>
      </w:r>
      <w:proofErr w:type="spellEnd"/>
      <w:r w:rsidRPr="006131A6">
        <w:t xml:space="preserve"> Pharmacy </w:t>
      </w:r>
      <w:r w:rsidR="00A40A35" w:rsidRPr="006131A6">
        <w:t>Software</w:t>
      </w:r>
      <w:r w:rsidRPr="006131A6">
        <w:t xml:space="preserve"> Outpatient Pharmacy Prescription Processing will </w:t>
      </w:r>
      <w:r w:rsidR="00A40A35">
        <w:t xml:space="preserve">prevent the processing of prescription refills if the </w:t>
      </w:r>
      <w:proofErr w:type="spellStart"/>
      <w:r w:rsidR="00A40A35">
        <w:t>OneVA</w:t>
      </w:r>
      <w:proofErr w:type="spellEnd"/>
      <w:r w:rsidR="00A40A35">
        <w:t xml:space="preserve"> Pharmacy flag is on at the dispensing site and off at the host site</w:t>
      </w:r>
      <w:r w:rsidR="0086704C">
        <w:t>.</w:t>
      </w:r>
      <w:r w:rsidRPr="006131A6">
        <w:t xml:space="preserve"> </w:t>
      </w:r>
      <w:bookmarkStart w:id="4" w:name="_Toc489564996"/>
      <w:bookmarkStart w:id="5" w:name="_Toc489565055"/>
    </w:p>
    <w:p w:rsidR="00F16735" w:rsidRDefault="00F16735" w:rsidP="005612C0">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r w:rsidR="007B313B">
        <w:t>PBM(Q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28"/>
        <w:gridCol w:w="7022"/>
      </w:tblGrid>
      <w:tr w:rsidR="00EB4B73" w:rsidRPr="00EB4B73" w:rsidTr="00867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EB4B73" w:rsidRPr="00EB4B73" w:rsidRDefault="00EB4B73" w:rsidP="00EB4B73">
            <w:r>
              <w:t>Field</w:t>
            </w:r>
          </w:p>
        </w:tc>
        <w:tc>
          <w:tcPr>
            <w:tcW w:w="7022"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86704C"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86704C" w:rsidRPr="00EB4B73" w:rsidRDefault="0086704C" w:rsidP="0086704C">
            <w:r w:rsidRPr="00EB4B73">
              <w:t>Test Case ID:</w:t>
            </w:r>
          </w:p>
        </w:tc>
        <w:tc>
          <w:tcPr>
            <w:tcW w:w="7022" w:type="dxa"/>
          </w:tcPr>
          <w:p w:rsidR="0086704C" w:rsidRPr="00EB4B73" w:rsidRDefault="000562C2" w:rsidP="0086704C">
            <w:pPr>
              <w:cnfStyle w:val="000000100000" w:firstRow="0" w:lastRow="0" w:firstColumn="0" w:lastColumn="0" w:oddVBand="0" w:evenVBand="0" w:oddHBand="1" w:evenHBand="0" w:firstRowFirstColumn="0" w:firstRowLastColumn="0" w:lastRowFirstColumn="0" w:lastRowLastColumn="0"/>
            </w:pPr>
            <w:r w:rsidRPr="000562C2">
              <w:t>CAS_Sprint-3_Test_Case_CAS_TC_012_OneVA Pharmacy -  ADPAC flag 1 - Fla</w:t>
            </w:r>
            <w:r>
              <w:t>g on a</w:t>
            </w:r>
            <w:r w:rsidR="00D143E5">
              <w:t>t</w:t>
            </w:r>
            <w:r>
              <w:t xml:space="preserve"> dispensing</w:t>
            </w:r>
            <w:r w:rsidR="00D143E5">
              <w:t xml:space="preserve"> site</w:t>
            </w:r>
            <w:r>
              <w:t>, off at host</w:t>
            </w:r>
            <w:r w:rsidR="00D143E5">
              <w:t xml:space="preserve"> site</w:t>
            </w:r>
          </w:p>
        </w:tc>
      </w:tr>
      <w:tr w:rsidR="00EB4B73" w:rsidRPr="00EB4B73" w:rsidTr="0086704C">
        <w:tc>
          <w:tcPr>
            <w:cnfStyle w:val="001000000000" w:firstRow="0" w:lastRow="0" w:firstColumn="1" w:lastColumn="0" w:oddVBand="0" w:evenVBand="0" w:oddHBand="0" w:evenHBand="0" w:firstRowFirstColumn="0" w:firstRowLastColumn="0" w:lastRowFirstColumn="0" w:lastRowLastColumn="0"/>
            <w:tcW w:w="2328" w:type="dxa"/>
          </w:tcPr>
          <w:p w:rsidR="00EB4B73" w:rsidRPr="009847C3" w:rsidRDefault="00557A19" w:rsidP="00EB4B73">
            <w:r w:rsidRPr="009847C3">
              <w:t>RTC</w:t>
            </w:r>
            <w:r w:rsidR="00EB4B73" w:rsidRPr="009847C3">
              <w:t xml:space="preserve"> ID:</w:t>
            </w:r>
          </w:p>
        </w:tc>
        <w:tc>
          <w:tcPr>
            <w:tcW w:w="7022" w:type="dxa"/>
          </w:tcPr>
          <w:p w:rsidR="00EB4B73" w:rsidRPr="009847C3" w:rsidRDefault="009847C3" w:rsidP="00EB4B73">
            <w:pPr>
              <w:cnfStyle w:val="000000000000" w:firstRow="0" w:lastRow="0" w:firstColumn="0" w:lastColumn="0" w:oddVBand="0" w:evenVBand="0" w:oddHBand="0" w:evenHBand="0" w:firstRowFirstColumn="0" w:firstRowLastColumn="0" w:lastRowFirstColumn="0" w:lastRowLastColumn="0"/>
            </w:pPr>
            <w:r w:rsidRPr="009847C3">
              <w:t>554351</w:t>
            </w:r>
          </w:p>
        </w:tc>
      </w:tr>
      <w:tr w:rsidR="00A5122D"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A5122D" w:rsidRPr="009847C3" w:rsidRDefault="00A5122D" w:rsidP="00EB4B73">
            <w:r w:rsidRPr="009847C3">
              <w:t xml:space="preserve"> RM ID:</w:t>
            </w:r>
          </w:p>
        </w:tc>
        <w:tc>
          <w:tcPr>
            <w:tcW w:w="7022" w:type="dxa"/>
          </w:tcPr>
          <w:p w:rsidR="00A5122D" w:rsidRPr="009847C3" w:rsidRDefault="009847C3" w:rsidP="00EB4B73">
            <w:pPr>
              <w:cnfStyle w:val="000000100000" w:firstRow="0" w:lastRow="0" w:firstColumn="0" w:lastColumn="0" w:oddVBand="0" w:evenVBand="0" w:oddHBand="1" w:evenHBand="0" w:firstRowFirstColumn="0" w:firstRowLastColumn="0" w:lastRowFirstColumn="0" w:lastRowLastColumn="0"/>
            </w:pPr>
            <w:r w:rsidRPr="009847C3">
              <w:t>920992</w:t>
            </w:r>
          </w:p>
        </w:tc>
      </w:tr>
      <w:tr w:rsidR="0086704C" w:rsidRPr="00EB4B73" w:rsidTr="0086704C">
        <w:tc>
          <w:tcPr>
            <w:cnfStyle w:val="001000000000" w:firstRow="0" w:lastRow="0" w:firstColumn="1" w:lastColumn="0" w:oddVBand="0" w:evenVBand="0" w:oddHBand="0" w:evenHBand="0" w:firstRowFirstColumn="0" w:firstRowLastColumn="0" w:lastRowFirstColumn="0" w:lastRowLastColumn="0"/>
            <w:tcW w:w="2328" w:type="dxa"/>
          </w:tcPr>
          <w:p w:rsidR="0086704C" w:rsidRDefault="0086704C" w:rsidP="0086704C">
            <w:r>
              <w:t>QM ID:</w:t>
            </w:r>
          </w:p>
        </w:tc>
        <w:tc>
          <w:tcPr>
            <w:tcW w:w="7022" w:type="dxa"/>
          </w:tcPr>
          <w:p w:rsidR="0086704C" w:rsidRPr="00EB4B73" w:rsidRDefault="00862763" w:rsidP="0086704C">
            <w:pPr>
              <w:cnfStyle w:val="000000000000" w:firstRow="0" w:lastRow="0" w:firstColumn="0" w:lastColumn="0" w:oddVBand="0" w:evenVBand="0" w:oddHBand="0" w:evenHBand="0" w:firstRowFirstColumn="0" w:firstRowLastColumn="0" w:lastRowFirstColumn="0" w:lastRowLastColumn="0"/>
            </w:pPr>
            <w:r>
              <w:t>15</w:t>
            </w:r>
            <w:r w:rsidR="0086704C">
              <w:t>770</w:t>
            </w:r>
            <w:r w:rsidR="00A40A35">
              <w:t>5</w:t>
            </w:r>
            <w:bookmarkStart w:id="6" w:name="_GoBack"/>
            <w:bookmarkEnd w:id="6"/>
          </w:p>
        </w:tc>
      </w:tr>
      <w:tr w:rsidR="0086704C"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86704C" w:rsidRDefault="0086704C" w:rsidP="0086704C">
            <w:r>
              <w:t>Tester:</w:t>
            </w:r>
          </w:p>
        </w:tc>
        <w:tc>
          <w:tcPr>
            <w:tcW w:w="7022" w:type="dxa"/>
          </w:tcPr>
          <w:p w:rsidR="0086704C" w:rsidRPr="00687CD2" w:rsidRDefault="0086704C" w:rsidP="0086704C">
            <w:pPr>
              <w:cnfStyle w:val="000000100000" w:firstRow="0" w:lastRow="0" w:firstColumn="0" w:lastColumn="0" w:oddVBand="0" w:evenVBand="0" w:oddHBand="1" w:evenHBand="0" w:firstRowFirstColumn="0" w:firstRowLastColumn="0" w:lastRowFirstColumn="0" w:lastRowLastColumn="0"/>
            </w:pPr>
            <w:r>
              <w:t>Samatha Girla</w:t>
            </w:r>
          </w:p>
        </w:tc>
      </w:tr>
      <w:tr w:rsidR="0086704C" w:rsidRPr="00EB4B73" w:rsidTr="0086704C">
        <w:tc>
          <w:tcPr>
            <w:cnfStyle w:val="001000000000" w:firstRow="0" w:lastRow="0" w:firstColumn="1" w:lastColumn="0" w:oddVBand="0" w:evenVBand="0" w:oddHBand="0" w:evenHBand="0" w:firstRowFirstColumn="0" w:firstRowLastColumn="0" w:lastRowFirstColumn="0" w:lastRowLastColumn="0"/>
            <w:tcW w:w="2328" w:type="dxa"/>
          </w:tcPr>
          <w:p w:rsidR="0086704C" w:rsidRDefault="0086704C" w:rsidP="0086704C">
            <w:r>
              <w:t>Environment:</w:t>
            </w:r>
          </w:p>
        </w:tc>
        <w:tc>
          <w:tcPr>
            <w:tcW w:w="7022" w:type="dxa"/>
          </w:tcPr>
          <w:p w:rsidR="0086704C" w:rsidRDefault="0086704C" w:rsidP="0086704C">
            <w:pPr>
              <w:cnfStyle w:val="000000000000" w:firstRow="0" w:lastRow="0" w:firstColumn="0" w:lastColumn="0" w:oddVBand="0" w:evenVBand="0" w:oddHBand="0" w:evenHBand="0" w:firstRowFirstColumn="0" w:firstRowLastColumn="0" w:lastRowFirstColumn="0" w:lastRowLastColumn="0"/>
            </w:pPr>
            <w:r>
              <w:t>CHYSHR, DAYTSHR</w:t>
            </w:r>
          </w:p>
        </w:tc>
      </w:tr>
      <w:tr w:rsidR="0086704C"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86704C" w:rsidRDefault="0086704C" w:rsidP="0086704C">
            <w:r>
              <w:t>Build :</w:t>
            </w:r>
          </w:p>
        </w:tc>
        <w:tc>
          <w:tcPr>
            <w:tcW w:w="7022" w:type="dxa"/>
          </w:tcPr>
          <w:p w:rsidR="0086704C" w:rsidRPr="00EB4B73" w:rsidRDefault="008627A6" w:rsidP="0086704C">
            <w:pPr>
              <w:cnfStyle w:val="000000100000" w:firstRow="0" w:lastRow="0" w:firstColumn="0" w:lastColumn="0" w:oddVBand="0" w:evenVBand="0" w:oddHBand="1" w:evenHBand="0" w:firstRowFirstColumn="0" w:firstRowLastColumn="0" w:lastRowFirstColumn="0" w:lastRowLastColumn="0"/>
            </w:pPr>
            <w:r>
              <w:rPr>
                <w:rFonts w:ascii="Arial" w:hAnsi="Arial" w:cs="Arial"/>
                <w:sz w:val="18"/>
                <w:szCs w:val="18"/>
              </w:rPr>
              <w:t>PSO_7_497_20170908A.KID and PSS_1_212_20170914A.KID</w:t>
            </w:r>
          </w:p>
        </w:tc>
      </w:tr>
      <w:tr w:rsidR="0086704C" w:rsidRPr="00EB4B73" w:rsidTr="0086704C">
        <w:tc>
          <w:tcPr>
            <w:cnfStyle w:val="001000000000" w:firstRow="0" w:lastRow="0" w:firstColumn="1" w:lastColumn="0" w:oddVBand="0" w:evenVBand="0" w:oddHBand="0" w:evenHBand="0" w:firstRowFirstColumn="0" w:firstRowLastColumn="0" w:lastRowFirstColumn="0" w:lastRowLastColumn="0"/>
            <w:tcW w:w="2328" w:type="dxa"/>
          </w:tcPr>
          <w:p w:rsidR="0086704C" w:rsidRPr="00EB4B73" w:rsidRDefault="0086704C" w:rsidP="0086704C">
            <w:r>
              <w:t xml:space="preserve">Use </w:t>
            </w:r>
            <w:r w:rsidRPr="00EB4B73">
              <w:t>Case Name</w:t>
            </w:r>
            <w:r>
              <w:t>:</w:t>
            </w:r>
          </w:p>
        </w:tc>
        <w:tc>
          <w:tcPr>
            <w:tcW w:w="7022" w:type="dxa"/>
          </w:tcPr>
          <w:p w:rsidR="0086704C" w:rsidRPr="00EB4B73" w:rsidRDefault="0086704C" w:rsidP="007161B7">
            <w:pPr>
              <w:cnfStyle w:val="000000000000" w:firstRow="0" w:lastRow="0" w:firstColumn="0" w:lastColumn="0" w:oddVBand="0" w:evenVBand="0" w:oddHBand="0" w:evenHBand="0" w:firstRowFirstColumn="0" w:firstRowLastColumn="0" w:lastRowFirstColumn="0" w:lastRowLastColumn="0"/>
            </w:pPr>
            <w:proofErr w:type="spellStart"/>
            <w:r>
              <w:t>OneVA</w:t>
            </w:r>
            <w:proofErr w:type="spellEnd"/>
            <w:r>
              <w:t xml:space="preserve"> Pharmacy </w:t>
            </w:r>
            <w:r w:rsidR="007161B7">
              <w:t>flag – On at Dispensing, Off at Host</w:t>
            </w:r>
          </w:p>
        </w:tc>
      </w:tr>
      <w:tr w:rsidR="00A40A35"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A40A35" w:rsidRPr="00EB4B73" w:rsidRDefault="00A40A35" w:rsidP="00A40A35">
            <w:r w:rsidRPr="00EB4B73">
              <w:t>Scenario</w:t>
            </w:r>
            <w:r>
              <w:t>:</w:t>
            </w:r>
          </w:p>
        </w:tc>
        <w:tc>
          <w:tcPr>
            <w:tcW w:w="7022" w:type="dxa"/>
          </w:tcPr>
          <w:p w:rsidR="00A40A35" w:rsidRPr="00EB4B73" w:rsidRDefault="00A40A35" w:rsidP="00A40A35">
            <w:pPr>
              <w:cnfStyle w:val="000000100000" w:firstRow="0" w:lastRow="0" w:firstColumn="0" w:lastColumn="0" w:oddVBand="0" w:evenVBand="0" w:oddHBand="1" w:evenHBand="0" w:firstRowFirstColumn="0" w:firstRowLastColumn="0" w:lastRowFirstColumn="0" w:lastRowLastColumn="0"/>
            </w:pPr>
            <w:r>
              <w:t xml:space="preserve">As a VA Pharmacist, if the ONEVA Pharmacy flag is on at the dispensing site and off at the host site, I need to be prevented </w:t>
            </w:r>
            <w:r w:rsidR="008627A6">
              <w:t xml:space="preserve">from refilling </w:t>
            </w:r>
            <w:r w:rsidR="003C75FA">
              <w:t xml:space="preserve">or partially filling </w:t>
            </w:r>
            <w:r w:rsidR="008627A6">
              <w:t>prescriptions</w:t>
            </w:r>
            <w:r w:rsidR="003C75FA">
              <w:t xml:space="preserve"> if the </w:t>
            </w:r>
            <w:proofErr w:type="spellStart"/>
            <w:r w:rsidR="003C75FA">
              <w:t>OneVA</w:t>
            </w:r>
            <w:proofErr w:type="spellEnd"/>
            <w:r w:rsidR="003C75FA">
              <w:t xml:space="preserve"> pharmacy flag is ‘OFF’ at the host site</w:t>
            </w:r>
            <w:r w:rsidR="008627A6">
              <w:t xml:space="preserve">. </w:t>
            </w:r>
            <w:r>
              <w:t xml:space="preserve"> </w:t>
            </w:r>
          </w:p>
        </w:tc>
      </w:tr>
      <w:tr w:rsidR="0086704C" w:rsidRPr="00EB4B73" w:rsidTr="0086704C">
        <w:tc>
          <w:tcPr>
            <w:cnfStyle w:val="001000000000" w:firstRow="0" w:lastRow="0" w:firstColumn="1" w:lastColumn="0" w:oddVBand="0" w:evenVBand="0" w:oddHBand="0" w:evenHBand="0" w:firstRowFirstColumn="0" w:firstRowLastColumn="0" w:lastRowFirstColumn="0" w:lastRowLastColumn="0"/>
            <w:tcW w:w="2328" w:type="dxa"/>
          </w:tcPr>
          <w:p w:rsidR="0086704C" w:rsidRPr="00EB4B73" w:rsidRDefault="0086704C" w:rsidP="0086704C">
            <w:r w:rsidRPr="00EB4B73">
              <w:t>Actors</w:t>
            </w:r>
            <w:r>
              <w:t>:</w:t>
            </w:r>
          </w:p>
        </w:tc>
        <w:tc>
          <w:tcPr>
            <w:tcW w:w="7022" w:type="dxa"/>
          </w:tcPr>
          <w:p w:rsidR="0086704C" w:rsidRPr="00EB4B73" w:rsidRDefault="0086704C" w:rsidP="0086704C">
            <w:pPr>
              <w:cnfStyle w:val="000000000000" w:firstRow="0" w:lastRow="0" w:firstColumn="0" w:lastColumn="0" w:oddVBand="0" w:evenVBand="0" w:oddHBand="0" w:evenHBand="0" w:firstRowFirstColumn="0" w:firstRowLastColumn="0" w:lastRowFirstColumn="0" w:lastRowLastColumn="0"/>
            </w:pPr>
            <w:r>
              <w:t>Pharmacist</w:t>
            </w:r>
          </w:p>
        </w:tc>
      </w:tr>
      <w:tr w:rsidR="0086704C" w:rsidRPr="00EB4B73" w:rsidTr="00867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tcPr>
          <w:p w:rsidR="0086704C" w:rsidRPr="00EB4B73" w:rsidRDefault="0086704C" w:rsidP="0086704C">
            <w:r w:rsidRPr="00EB4B73">
              <w:lastRenderedPageBreak/>
              <w:t>Pre</w:t>
            </w:r>
            <w:r>
              <w:t>-C</w:t>
            </w:r>
            <w:r w:rsidRPr="00EB4B73">
              <w:t>ondition</w:t>
            </w:r>
            <w:r>
              <w:t>:</w:t>
            </w:r>
          </w:p>
        </w:tc>
        <w:tc>
          <w:tcPr>
            <w:tcW w:w="7022" w:type="dxa"/>
          </w:tcPr>
          <w:p w:rsidR="0086704C" w:rsidRDefault="0086704C" w:rsidP="0086704C">
            <w:pPr>
              <w:cnfStyle w:val="000000100000" w:firstRow="0" w:lastRow="0" w:firstColumn="0" w:lastColumn="0" w:oddVBand="0" w:evenVBand="0" w:oddHBand="1" w:evenHBand="0" w:firstRowFirstColumn="0" w:firstRowLastColumn="0" w:lastRowFirstColumn="0" w:lastRowLastColumn="0"/>
            </w:pPr>
            <w:r w:rsidRPr="0038065E">
              <w:t xml:space="preserve">The </w:t>
            </w:r>
            <w:r>
              <w:t xml:space="preserve">Pharmacist must </w:t>
            </w:r>
            <w:r w:rsidRPr="0038065E">
              <w:t xml:space="preserve">have an active </w:t>
            </w:r>
            <w:proofErr w:type="spellStart"/>
            <w:r w:rsidRPr="0038065E">
              <w:t>VistA</w:t>
            </w:r>
            <w:proofErr w:type="spellEnd"/>
            <w:r>
              <w:t xml:space="preserve"> account with access to the </w:t>
            </w:r>
            <w:proofErr w:type="spellStart"/>
            <w:r>
              <w:t>OneVA</w:t>
            </w:r>
            <w:proofErr w:type="spellEnd"/>
            <w:r>
              <w:t xml:space="preserve"> Pharmacy Program</w:t>
            </w:r>
            <w:r w:rsidRPr="0038065E">
              <w:t>.</w:t>
            </w:r>
          </w:p>
          <w:p w:rsidR="0086704C" w:rsidRDefault="0086704C" w:rsidP="0086704C">
            <w:pPr>
              <w:cnfStyle w:val="000000100000" w:firstRow="0" w:lastRow="0" w:firstColumn="0" w:lastColumn="0" w:oddVBand="0" w:evenVBand="0" w:oddHBand="1" w:evenHBand="0" w:firstRowFirstColumn="0" w:firstRowLastColumn="0" w:lastRowFirstColumn="0" w:lastRowLastColumn="0"/>
            </w:pPr>
          </w:p>
          <w:p w:rsidR="0086704C" w:rsidRDefault="00FE3233" w:rsidP="0086704C">
            <w:pPr>
              <w:cnfStyle w:val="000000100000" w:firstRow="0" w:lastRow="0" w:firstColumn="0" w:lastColumn="0" w:oddVBand="0" w:evenVBand="0" w:oddHBand="1" w:evenHBand="0" w:firstRowFirstColumn="0" w:firstRowLastColumn="0" w:lastRowFirstColumn="0" w:lastRowLastColumn="0"/>
            </w:pPr>
            <w:r>
              <w:t xml:space="preserve">The </w:t>
            </w:r>
            <w:proofErr w:type="spellStart"/>
            <w:r w:rsidR="0086704C" w:rsidRPr="000773EB">
              <w:t>OneVa</w:t>
            </w:r>
            <w:proofErr w:type="spellEnd"/>
            <w:r w:rsidR="0086704C" w:rsidRPr="000773EB">
              <w:t xml:space="preserve"> Pharmacy flag must be turned on at</w:t>
            </w:r>
            <w:r>
              <w:t xml:space="preserve"> the dispensing site (DAYTSHR) and off at the host site (CHYSHR)</w:t>
            </w:r>
            <w:r w:rsidR="0086704C" w:rsidRPr="000773EB">
              <w:t>.</w:t>
            </w:r>
          </w:p>
          <w:p w:rsidR="0086704C" w:rsidRDefault="0086704C" w:rsidP="0086704C">
            <w:pPr>
              <w:cnfStyle w:val="000000100000" w:firstRow="0" w:lastRow="0" w:firstColumn="0" w:lastColumn="0" w:oddVBand="0" w:evenVBand="0" w:oddHBand="1" w:evenHBand="0" w:firstRowFirstColumn="0" w:firstRowLastColumn="0" w:lastRowFirstColumn="0" w:lastRowLastColumn="0"/>
            </w:pPr>
          </w:p>
          <w:p w:rsidR="0086704C" w:rsidRPr="00EB4B73" w:rsidRDefault="0086704C" w:rsidP="00FE3233">
            <w:pPr>
              <w:cnfStyle w:val="000000100000" w:firstRow="0" w:lastRow="0" w:firstColumn="0" w:lastColumn="0" w:oddVBand="0" w:evenVBand="0" w:oddHBand="1" w:evenHBand="0" w:firstRowFirstColumn="0" w:firstRowLastColumn="0" w:lastRowFirstColumn="0" w:lastRowLastColumn="0"/>
            </w:pPr>
            <w:r>
              <w:t>At least one prescription should exist for the target patient</w:t>
            </w:r>
            <w:r w:rsidR="00FE3233">
              <w:t xml:space="preserve"> on the host site that is refillable</w:t>
            </w:r>
            <w:r>
              <w:t>.</w:t>
            </w:r>
          </w:p>
        </w:tc>
      </w:tr>
      <w:tr w:rsidR="0086704C" w:rsidRPr="00C42907" w:rsidTr="0086704C">
        <w:tc>
          <w:tcPr>
            <w:cnfStyle w:val="001000000000" w:firstRow="0" w:lastRow="0" w:firstColumn="1" w:lastColumn="0" w:oddVBand="0" w:evenVBand="0" w:oddHBand="0" w:evenHBand="0" w:firstRowFirstColumn="0" w:firstRowLastColumn="0" w:lastRowFirstColumn="0" w:lastRowLastColumn="0"/>
            <w:tcW w:w="2328" w:type="dxa"/>
          </w:tcPr>
          <w:p w:rsidR="0086704C" w:rsidRPr="00C42907" w:rsidRDefault="0086704C" w:rsidP="0086704C">
            <w:r>
              <w:t>Post-Condition</w:t>
            </w:r>
          </w:p>
        </w:tc>
        <w:tc>
          <w:tcPr>
            <w:tcW w:w="7022" w:type="dxa"/>
          </w:tcPr>
          <w:p w:rsidR="0086704C" w:rsidRPr="00C42907" w:rsidRDefault="0086704C" w:rsidP="0086704C">
            <w:pPr>
              <w:cnfStyle w:val="000000000000" w:firstRow="0" w:lastRow="0" w:firstColumn="0" w:lastColumn="0" w:oddVBand="0" w:evenVBand="0" w:oddHBand="0" w:evenHBand="0" w:firstRowFirstColumn="0" w:firstRowLastColumn="0" w:lastRowFirstColumn="0" w:lastRowLastColumn="0"/>
            </w:pPr>
            <w:r w:rsidRPr="006131A6">
              <w:t>Upon entry of valid access and verify codes on Out</w:t>
            </w:r>
            <w:r w:rsidR="000217E0">
              <w:t xml:space="preserve"> </w:t>
            </w:r>
            <w:r w:rsidRPr="006131A6">
              <w:t>Patient Pharmacy Pr</w:t>
            </w:r>
            <w:r w:rsidR="00A20906">
              <w:t>escription Processing system will not</w:t>
            </w:r>
            <w:r w:rsidRPr="006131A6">
              <w:t xml:space="preserve"> processing </w:t>
            </w:r>
            <w:r w:rsidR="00A20906">
              <w:t xml:space="preserve">the </w:t>
            </w:r>
            <w:r>
              <w:t xml:space="preserve"> </w:t>
            </w:r>
            <w:r w:rsidR="00A20906" w:rsidRPr="00974680">
              <w:rPr>
                <w:rFonts w:cstheme="minorHAnsi"/>
                <w:sz w:val="20"/>
                <w:szCs w:val="20"/>
              </w:rPr>
              <w:t>Remote prescriptions</w:t>
            </w:r>
          </w:p>
        </w:tc>
      </w:tr>
    </w:tbl>
    <w:p w:rsidR="00C42907" w:rsidRDefault="00C42907" w:rsidP="00F16735"/>
    <w:tbl>
      <w:tblPr>
        <w:tblStyle w:val="ListTable6Colorful1"/>
        <w:tblW w:w="5000" w:type="pct"/>
        <w:tblLook w:val="04A0" w:firstRow="1" w:lastRow="0" w:firstColumn="1" w:lastColumn="0" w:noHBand="0" w:noVBand="1"/>
      </w:tblPr>
      <w:tblGrid>
        <w:gridCol w:w="835"/>
        <w:gridCol w:w="7385"/>
        <w:gridCol w:w="747"/>
        <w:gridCol w:w="609"/>
      </w:tblGrid>
      <w:tr w:rsidR="00FA5037" w:rsidRPr="00457F69" w:rsidTr="003B78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shd w:val="clear" w:color="auto" w:fill="auto"/>
          </w:tcPr>
          <w:p w:rsidR="00FA5037" w:rsidRPr="00457F69" w:rsidRDefault="00FA5037" w:rsidP="00665245">
            <w:r w:rsidRPr="00457F69">
              <w:t>Steps</w:t>
            </w:r>
          </w:p>
        </w:tc>
        <w:tc>
          <w:tcPr>
            <w:tcW w:w="3856"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390"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18"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FA5037" w:rsidRPr="008543A8" w:rsidRDefault="00FA5037" w:rsidP="00457F69">
            <w:pPr>
              <w:pStyle w:val="ListNumber"/>
            </w:pPr>
          </w:p>
        </w:tc>
        <w:tc>
          <w:tcPr>
            <w:tcW w:w="385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390" w:type="pct"/>
            <w:vMerge w:val="restart"/>
            <w:shd w:val="clear" w:color="auto" w:fill="auto"/>
          </w:tcPr>
          <w:p w:rsidR="00FA5037" w:rsidRPr="008543A8" w:rsidRDefault="000217E0"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A5037" w:rsidRPr="008543A8" w:rsidRDefault="00FA5037" w:rsidP="00FA5037">
            <w:pPr>
              <w:pStyle w:val="ListNumber"/>
              <w:numPr>
                <w:ilvl w:val="0"/>
                <w:numId w:val="0"/>
              </w:numPr>
              <w:ind w:left="360"/>
            </w:pPr>
          </w:p>
        </w:tc>
        <w:tc>
          <w:tcPr>
            <w:tcW w:w="3856" w:type="pct"/>
            <w:shd w:val="clear" w:color="auto" w:fill="auto"/>
          </w:tcPr>
          <w:p w:rsidR="00FA5037" w:rsidRPr="00067430" w:rsidRDefault="00D21F5C" w:rsidP="00FE3233">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Log into the ‘</w:t>
            </w:r>
            <w:r w:rsidR="00FE3233">
              <w:rPr>
                <w:color w:val="auto"/>
              </w:rPr>
              <w:t xml:space="preserve">DISPENSING’ system </w:t>
            </w:r>
            <w:proofErr w:type="gramStart"/>
            <w:r w:rsidR="00FE3233">
              <w:rPr>
                <w:color w:val="auto"/>
              </w:rPr>
              <w:t>DAYT</w:t>
            </w:r>
            <w:r w:rsidRPr="00D21F5C">
              <w:rPr>
                <w:color w:val="auto"/>
              </w:rPr>
              <w:t>SHR .</w:t>
            </w:r>
            <w:proofErr w:type="gramEnd"/>
            <w:r w:rsidRPr="00D21F5C">
              <w:rPr>
                <w:color w:val="auto"/>
              </w:rPr>
              <w:t xml:space="preserve"> </w:t>
            </w:r>
          </w:p>
        </w:tc>
        <w:tc>
          <w:tcPr>
            <w:tcW w:w="390"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A5037" w:rsidRPr="008543A8" w:rsidRDefault="00FA5037" w:rsidP="00FA5037">
            <w:pPr>
              <w:pStyle w:val="ListNumber"/>
              <w:numPr>
                <w:ilvl w:val="0"/>
                <w:numId w:val="0"/>
              </w:numPr>
              <w:ind w:left="360"/>
            </w:pPr>
          </w:p>
        </w:tc>
        <w:tc>
          <w:tcPr>
            <w:tcW w:w="385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390"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A5037" w:rsidRPr="008543A8" w:rsidRDefault="00FA5037" w:rsidP="00FA5037">
            <w:pPr>
              <w:pStyle w:val="ListNumber"/>
              <w:numPr>
                <w:ilvl w:val="0"/>
                <w:numId w:val="0"/>
              </w:numPr>
              <w:ind w:left="360"/>
            </w:pPr>
          </w:p>
        </w:tc>
        <w:tc>
          <w:tcPr>
            <w:tcW w:w="3856" w:type="pct"/>
            <w:shd w:val="clear" w:color="auto" w:fill="auto"/>
          </w:tcPr>
          <w:p w:rsidR="00FA5037" w:rsidRDefault="00FE3233" w:rsidP="00FE3233">
            <w:pPr>
              <w:cnfStyle w:val="000000000000" w:firstRow="0" w:lastRow="0" w:firstColumn="0" w:lastColumn="0" w:oddVBand="0" w:evenVBand="0" w:oddHBand="0" w:evenHBand="0" w:firstRowFirstColumn="0" w:firstRowLastColumn="0" w:lastRowFirstColumn="0" w:lastRowLastColumn="0"/>
              <w:rPr>
                <w:color w:val="FF0000"/>
              </w:rPr>
            </w:pPr>
            <w:r>
              <w:rPr>
                <w:color w:val="auto"/>
              </w:rPr>
              <w:t>The ‘DISPENSING</w:t>
            </w:r>
            <w:r w:rsidR="00FA5037" w:rsidRPr="00D21F5C">
              <w:rPr>
                <w:color w:val="auto"/>
              </w:rPr>
              <w:t xml:space="preserve">’ system will be the system that </w:t>
            </w:r>
            <w:r>
              <w:rPr>
                <w:color w:val="auto"/>
              </w:rPr>
              <w:t xml:space="preserve">queries the ‘HOST’ site (where the prescription was originally written) for prescriptions via the HDR. </w:t>
            </w:r>
          </w:p>
        </w:tc>
        <w:tc>
          <w:tcPr>
            <w:tcW w:w="390"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E19BB" w:rsidRPr="008543A8" w:rsidRDefault="003E19BB" w:rsidP="00457F69">
            <w:pPr>
              <w:pStyle w:val="ListNumber"/>
            </w:pPr>
          </w:p>
        </w:tc>
        <w:tc>
          <w:tcPr>
            <w:tcW w:w="385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90" w:type="pct"/>
            <w:vMerge w:val="restart"/>
            <w:shd w:val="clear" w:color="auto" w:fill="auto"/>
          </w:tcPr>
          <w:p w:rsidR="003E19BB" w:rsidRPr="008543A8" w:rsidRDefault="000217E0"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E19BB" w:rsidRPr="008543A8" w:rsidRDefault="003E19BB" w:rsidP="003E19BB">
            <w:pPr>
              <w:pStyle w:val="ListNumber"/>
              <w:numPr>
                <w:ilvl w:val="0"/>
                <w:numId w:val="0"/>
              </w:numPr>
              <w:ind w:left="360"/>
            </w:pPr>
          </w:p>
        </w:tc>
        <w:tc>
          <w:tcPr>
            <w:tcW w:w="385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390"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E19BB" w:rsidRPr="008543A8" w:rsidRDefault="003E19BB" w:rsidP="003E19BB">
            <w:pPr>
              <w:pStyle w:val="ListNumber"/>
              <w:numPr>
                <w:ilvl w:val="0"/>
                <w:numId w:val="0"/>
              </w:numPr>
              <w:ind w:left="360"/>
            </w:pPr>
          </w:p>
        </w:tc>
        <w:tc>
          <w:tcPr>
            <w:tcW w:w="385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90"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E19BB" w:rsidRPr="008543A8" w:rsidRDefault="003E19BB" w:rsidP="003E19BB">
            <w:pPr>
              <w:pStyle w:val="ListNumber"/>
              <w:numPr>
                <w:ilvl w:val="0"/>
                <w:numId w:val="0"/>
              </w:numPr>
              <w:ind w:left="360"/>
            </w:pPr>
          </w:p>
        </w:tc>
        <w:tc>
          <w:tcPr>
            <w:tcW w:w="385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r w:rsidR="00C34B63" w:rsidRPr="00D21F5C">
              <w:rPr>
                <w:color w:val="auto"/>
              </w:rPr>
              <w:t>menu prompt</w:t>
            </w:r>
            <w:r w:rsidRPr="00D21F5C">
              <w:rPr>
                <w:color w:val="auto"/>
              </w:rPr>
              <w:t>.</w:t>
            </w:r>
          </w:p>
        </w:tc>
        <w:tc>
          <w:tcPr>
            <w:tcW w:w="390"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91718D" w:rsidRPr="008543A8" w:rsidRDefault="0091718D" w:rsidP="00457F69">
            <w:pPr>
              <w:pStyle w:val="ListNumber"/>
            </w:pPr>
          </w:p>
        </w:tc>
        <w:tc>
          <w:tcPr>
            <w:tcW w:w="3856" w:type="pct"/>
            <w:shd w:val="clear" w:color="auto" w:fill="auto"/>
          </w:tcPr>
          <w:p w:rsidR="0091718D" w:rsidRPr="00067430" w:rsidRDefault="0091718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90"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2A03B5">
            <w:pPr>
              <w:pStyle w:val="ListNumber"/>
              <w:numPr>
                <w:ilvl w:val="0"/>
                <w:numId w:val="0"/>
              </w:numPr>
              <w:ind w:left="360"/>
            </w:pPr>
          </w:p>
        </w:tc>
        <w:tc>
          <w:tcPr>
            <w:tcW w:w="3856" w:type="pct"/>
            <w:shd w:val="clear" w:color="auto" w:fill="auto"/>
          </w:tcPr>
          <w:p w:rsidR="0091718D" w:rsidRPr="0091718D" w:rsidRDefault="0091718D" w:rsidP="001D3247">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Choose ‘PSO USER1’</w:t>
            </w:r>
          </w:p>
        </w:tc>
        <w:tc>
          <w:tcPr>
            <w:tcW w:w="390"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2A03B5">
            <w:pPr>
              <w:pStyle w:val="ListNumber"/>
              <w:numPr>
                <w:ilvl w:val="0"/>
                <w:numId w:val="0"/>
              </w:numPr>
              <w:ind w:left="360"/>
            </w:pPr>
          </w:p>
        </w:tc>
        <w:tc>
          <w:tcPr>
            <w:tcW w:w="3856" w:type="pct"/>
            <w:shd w:val="clear" w:color="auto" w:fill="auto"/>
          </w:tcPr>
          <w:p w:rsidR="0091718D" w:rsidRPr="00067430" w:rsidRDefault="0091718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90" w:type="pct"/>
            <w:vMerge/>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2A03B5">
            <w:pPr>
              <w:pStyle w:val="ListNumber"/>
              <w:numPr>
                <w:ilvl w:val="0"/>
                <w:numId w:val="0"/>
              </w:numPr>
              <w:ind w:left="360"/>
            </w:pPr>
          </w:p>
        </w:tc>
        <w:tc>
          <w:tcPr>
            <w:tcW w:w="3856" w:type="pct"/>
            <w:shd w:val="clear" w:color="auto" w:fill="auto"/>
          </w:tcPr>
          <w:p w:rsidR="0091718D" w:rsidRPr="00FA5037" w:rsidRDefault="0091718D" w:rsidP="001D32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sidRPr="000773EB">
              <w:rPr>
                <w:color w:val="auto"/>
              </w:rPr>
              <w:t>‘PSO USER1’</w:t>
            </w:r>
            <w:r>
              <w:rPr>
                <w:color w:val="auto"/>
              </w:rPr>
              <w:t xml:space="preserve"> should be chosen</w:t>
            </w:r>
          </w:p>
        </w:tc>
        <w:tc>
          <w:tcPr>
            <w:tcW w:w="390"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91718D" w:rsidRPr="008543A8" w:rsidRDefault="0091718D" w:rsidP="0091718D">
            <w:pPr>
              <w:pStyle w:val="ListNumber"/>
              <w:numPr>
                <w:ilvl w:val="0"/>
                <w:numId w:val="0"/>
              </w:numPr>
              <w:ind w:left="360" w:hanging="360"/>
            </w:pPr>
            <w:r>
              <w:t>4.</w:t>
            </w:r>
          </w:p>
        </w:tc>
        <w:tc>
          <w:tcPr>
            <w:tcW w:w="3856" w:type="pct"/>
            <w:shd w:val="clear" w:color="auto" w:fill="auto"/>
          </w:tcPr>
          <w:p w:rsidR="0091718D" w:rsidRPr="00FA5037" w:rsidRDefault="0091718D"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rPr>
            </w:pPr>
            <w:r>
              <w:rPr>
                <w:rFonts w:asciiTheme="majorHAnsi" w:hAnsiTheme="majorHAnsi" w:cstheme="majorHAnsi"/>
                <w:b/>
              </w:rPr>
              <w:t>Actions</w:t>
            </w:r>
          </w:p>
        </w:tc>
        <w:tc>
          <w:tcPr>
            <w:tcW w:w="390"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0217E0">
            <w:pPr>
              <w:pStyle w:val="ListNumber"/>
              <w:numPr>
                <w:ilvl w:val="0"/>
                <w:numId w:val="0"/>
              </w:numPr>
            </w:pPr>
          </w:p>
        </w:tc>
        <w:tc>
          <w:tcPr>
            <w:tcW w:w="3856" w:type="pct"/>
            <w:shd w:val="clear" w:color="auto" w:fill="auto"/>
          </w:tcPr>
          <w:p w:rsidR="0091718D" w:rsidRPr="00FA5037" w:rsidRDefault="0091718D" w:rsidP="001D32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sidRPr="000773EB">
              <w:rPr>
                <w:color w:val="auto"/>
              </w:rPr>
              <w:t xml:space="preserve">When prompted for ‘Division’, select the division associated with the </w:t>
            </w:r>
            <w:proofErr w:type="spellStart"/>
            <w:r w:rsidRPr="000773EB">
              <w:rPr>
                <w:color w:val="auto"/>
              </w:rPr>
              <w:t>OneVa</w:t>
            </w:r>
            <w:proofErr w:type="spellEnd"/>
            <w:r w:rsidRPr="000773EB">
              <w:rPr>
                <w:color w:val="auto"/>
              </w:rPr>
              <w:t xml:space="preserve"> pharmacy instance.</w:t>
            </w:r>
          </w:p>
        </w:tc>
        <w:tc>
          <w:tcPr>
            <w:tcW w:w="390"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0217E0">
            <w:pPr>
              <w:pStyle w:val="ListNumber"/>
              <w:numPr>
                <w:ilvl w:val="0"/>
                <w:numId w:val="0"/>
              </w:numPr>
            </w:pPr>
          </w:p>
        </w:tc>
        <w:tc>
          <w:tcPr>
            <w:tcW w:w="3856" w:type="pct"/>
            <w:shd w:val="clear" w:color="auto" w:fill="auto"/>
          </w:tcPr>
          <w:p w:rsidR="0091718D" w:rsidRPr="00FA5037" w:rsidRDefault="0091718D"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rPr>
            </w:pPr>
            <w:r w:rsidRPr="00FA5037">
              <w:rPr>
                <w:rFonts w:asciiTheme="majorHAnsi" w:hAnsiTheme="majorHAnsi" w:cstheme="majorHAnsi"/>
                <w:b/>
              </w:rPr>
              <w:t>Expected Results</w:t>
            </w:r>
          </w:p>
        </w:tc>
        <w:tc>
          <w:tcPr>
            <w:tcW w:w="390" w:type="pct"/>
            <w:vMerge/>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0217E0">
            <w:pPr>
              <w:pStyle w:val="ListNumber"/>
              <w:numPr>
                <w:ilvl w:val="0"/>
                <w:numId w:val="0"/>
              </w:numPr>
            </w:pPr>
          </w:p>
        </w:tc>
        <w:tc>
          <w:tcPr>
            <w:tcW w:w="3856" w:type="pct"/>
            <w:shd w:val="clear" w:color="auto" w:fill="auto"/>
          </w:tcPr>
          <w:p w:rsidR="0091718D" w:rsidRPr="00FA5037" w:rsidRDefault="0091718D" w:rsidP="001D32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rPr>
            </w:pPr>
            <w:r w:rsidRPr="000773EB">
              <w:rPr>
                <w:color w:val="auto"/>
              </w:rPr>
              <w:t>User is taken to the next prompt.</w:t>
            </w:r>
          </w:p>
        </w:tc>
        <w:tc>
          <w:tcPr>
            <w:tcW w:w="390"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1D3359">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91718D" w:rsidRPr="008543A8" w:rsidRDefault="00F36763" w:rsidP="000217E0">
            <w:pPr>
              <w:pStyle w:val="ListNumber"/>
              <w:numPr>
                <w:ilvl w:val="0"/>
                <w:numId w:val="0"/>
              </w:numPr>
            </w:pPr>
            <w:r>
              <w:t>5.</w:t>
            </w:r>
          </w:p>
        </w:tc>
        <w:tc>
          <w:tcPr>
            <w:tcW w:w="3856" w:type="pct"/>
            <w:shd w:val="clear" w:color="auto" w:fill="auto"/>
          </w:tcPr>
          <w:p w:rsidR="0091718D" w:rsidRPr="000773EB" w:rsidRDefault="0091718D" w:rsidP="001D3247">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91718D" w:rsidRPr="008543A8" w:rsidRDefault="0091718D" w:rsidP="001D3359">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91718D">
            <w:pPr>
              <w:pStyle w:val="ListNumber"/>
              <w:numPr>
                <w:ilvl w:val="0"/>
                <w:numId w:val="0"/>
              </w:numPr>
            </w:pPr>
          </w:p>
        </w:tc>
        <w:tc>
          <w:tcPr>
            <w:tcW w:w="3856" w:type="pct"/>
            <w:shd w:val="clear" w:color="auto" w:fill="auto"/>
          </w:tcPr>
          <w:p w:rsidR="0091718D" w:rsidRPr="000773EB" w:rsidRDefault="0091718D" w:rsidP="0091718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When prompted to ‘Select Label printer’, press &lt;return&gt;</w:t>
            </w:r>
          </w:p>
        </w:tc>
        <w:tc>
          <w:tcPr>
            <w:tcW w:w="390" w:type="pct"/>
            <w:vMerge/>
            <w:shd w:val="clear" w:color="auto" w:fill="auto"/>
          </w:tcPr>
          <w:p w:rsidR="0091718D" w:rsidRPr="008543A8" w:rsidRDefault="0091718D" w:rsidP="0091718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91718D">
            <w:pPr>
              <w:jc w:val="center"/>
              <w:cnfStyle w:val="000000000000" w:firstRow="0" w:lastRow="0" w:firstColumn="0" w:lastColumn="0" w:oddVBand="0" w:evenVBand="0" w:oddHBand="0" w:evenHBand="0" w:firstRowFirstColumn="0" w:firstRowLastColumn="0" w:lastRowFirstColumn="0" w:lastRowLastColumn="0"/>
            </w:pPr>
          </w:p>
        </w:tc>
      </w:tr>
      <w:tr w:rsidR="0091718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91718D">
            <w:pPr>
              <w:pStyle w:val="ListNumber"/>
              <w:numPr>
                <w:ilvl w:val="0"/>
                <w:numId w:val="0"/>
              </w:numPr>
            </w:pPr>
          </w:p>
        </w:tc>
        <w:tc>
          <w:tcPr>
            <w:tcW w:w="3856" w:type="pct"/>
            <w:shd w:val="clear" w:color="auto" w:fill="auto"/>
          </w:tcPr>
          <w:p w:rsidR="0091718D" w:rsidRPr="000773EB" w:rsidRDefault="0091718D" w:rsidP="0091718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91718D" w:rsidRPr="008543A8" w:rsidRDefault="0091718D" w:rsidP="0091718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91718D" w:rsidRPr="008543A8" w:rsidRDefault="0091718D" w:rsidP="0091718D">
            <w:pPr>
              <w:jc w:val="center"/>
              <w:cnfStyle w:val="000000100000" w:firstRow="0" w:lastRow="0" w:firstColumn="0" w:lastColumn="0" w:oddVBand="0" w:evenVBand="0" w:oddHBand="1" w:evenHBand="0" w:firstRowFirstColumn="0" w:firstRowLastColumn="0" w:lastRowFirstColumn="0" w:lastRowLastColumn="0"/>
            </w:pPr>
          </w:p>
        </w:tc>
      </w:tr>
      <w:tr w:rsidR="0091718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91718D" w:rsidRPr="008543A8" w:rsidRDefault="0091718D" w:rsidP="0091718D">
            <w:pPr>
              <w:pStyle w:val="ListNumber"/>
              <w:numPr>
                <w:ilvl w:val="0"/>
                <w:numId w:val="0"/>
              </w:numPr>
            </w:pPr>
          </w:p>
        </w:tc>
        <w:tc>
          <w:tcPr>
            <w:tcW w:w="3856" w:type="pct"/>
            <w:shd w:val="clear" w:color="auto" w:fill="auto"/>
          </w:tcPr>
          <w:p w:rsidR="0091718D" w:rsidRPr="000773EB" w:rsidRDefault="0091718D" w:rsidP="0091718D">
            <w:pPr>
              <w:cnfStyle w:val="000000000000" w:firstRow="0" w:lastRow="0" w:firstColumn="0" w:lastColumn="0" w:oddVBand="0" w:evenVBand="0" w:oddHBand="0" w:evenHBand="0" w:firstRowFirstColumn="0" w:firstRowLastColumn="0" w:lastRowFirstColumn="0" w:lastRowLastColumn="0"/>
            </w:pPr>
            <w:r w:rsidRPr="000773EB">
              <w:rPr>
                <w:color w:val="auto"/>
              </w:rPr>
              <w:t>User is taken to the next prompt.</w:t>
            </w:r>
          </w:p>
        </w:tc>
        <w:tc>
          <w:tcPr>
            <w:tcW w:w="390" w:type="pct"/>
            <w:vMerge/>
            <w:shd w:val="clear" w:color="auto" w:fill="auto"/>
          </w:tcPr>
          <w:p w:rsidR="0091718D" w:rsidRPr="008543A8" w:rsidRDefault="0091718D" w:rsidP="0091718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91718D" w:rsidRPr="008543A8" w:rsidRDefault="0091718D" w:rsidP="0091718D">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F36763" w:rsidRPr="008543A8" w:rsidRDefault="00F36763" w:rsidP="0091718D">
            <w:pPr>
              <w:pStyle w:val="ListNumber"/>
              <w:numPr>
                <w:ilvl w:val="0"/>
                <w:numId w:val="0"/>
              </w:numPr>
            </w:pPr>
            <w:r>
              <w:t>6.</w:t>
            </w:r>
          </w:p>
        </w:tc>
        <w:tc>
          <w:tcPr>
            <w:tcW w:w="3856" w:type="pct"/>
            <w:shd w:val="clear" w:color="auto" w:fill="auto"/>
          </w:tcPr>
          <w:p w:rsidR="00F36763" w:rsidRPr="000773EB" w:rsidRDefault="00F36763" w:rsidP="0091718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F36763" w:rsidRPr="008543A8" w:rsidRDefault="00F36763" w:rsidP="0091718D">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F36763" w:rsidRPr="008543A8" w:rsidRDefault="00F36763" w:rsidP="0091718D">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91718D">
            <w:pPr>
              <w:pStyle w:val="ListNumber"/>
              <w:numPr>
                <w:ilvl w:val="0"/>
                <w:numId w:val="0"/>
              </w:numPr>
            </w:pPr>
          </w:p>
        </w:tc>
        <w:tc>
          <w:tcPr>
            <w:tcW w:w="3856" w:type="pct"/>
            <w:shd w:val="clear" w:color="auto" w:fill="auto"/>
          </w:tcPr>
          <w:p w:rsidR="00F36763" w:rsidRPr="000773EB" w:rsidRDefault="00F36763" w:rsidP="0091718D">
            <w:pPr>
              <w:cnfStyle w:val="000000000000" w:firstRow="0" w:lastRow="0" w:firstColumn="0" w:lastColumn="0" w:oddVBand="0" w:evenVBand="0" w:oddHBand="0" w:evenHBand="0" w:firstRowFirstColumn="0" w:firstRowLastColumn="0" w:lastRowFirstColumn="0" w:lastRowLastColumn="0"/>
            </w:pPr>
            <w:r w:rsidRPr="000773EB">
              <w:rPr>
                <w:color w:val="auto"/>
              </w:rPr>
              <w:t>When prompted ‘Right Margin’, press &lt;return&gt;</w:t>
            </w:r>
          </w:p>
        </w:tc>
        <w:tc>
          <w:tcPr>
            <w:tcW w:w="390" w:type="pct"/>
            <w:vMerge/>
            <w:shd w:val="clear" w:color="auto" w:fill="auto"/>
          </w:tcPr>
          <w:p w:rsidR="00F36763" w:rsidRPr="008543A8" w:rsidRDefault="00F36763" w:rsidP="0091718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91718D">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91718D">
            <w:pPr>
              <w:pStyle w:val="ListNumber"/>
              <w:numPr>
                <w:ilvl w:val="0"/>
                <w:numId w:val="0"/>
              </w:numPr>
            </w:pPr>
          </w:p>
        </w:tc>
        <w:tc>
          <w:tcPr>
            <w:tcW w:w="3856" w:type="pct"/>
            <w:shd w:val="clear" w:color="auto" w:fill="auto"/>
          </w:tcPr>
          <w:p w:rsidR="00F36763" w:rsidRPr="000773EB" w:rsidRDefault="00F36763" w:rsidP="0091718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F36763" w:rsidRPr="008543A8" w:rsidRDefault="00F36763" w:rsidP="0091718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F36763" w:rsidRPr="008543A8" w:rsidRDefault="00F36763" w:rsidP="0091718D">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User is taken to the next prompt.</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F36763" w:rsidRPr="008543A8" w:rsidRDefault="00F36763" w:rsidP="00F36763">
            <w:pPr>
              <w:pStyle w:val="ListNumber"/>
              <w:numPr>
                <w:ilvl w:val="0"/>
                <w:numId w:val="0"/>
              </w:numPr>
            </w:pPr>
            <w:r>
              <w:t>7.</w:t>
            </w: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pPr>
            <w:r w:rsidRPr="000773EB">
              <w:rPr>
                <w:color w:val="auto"/>
              </w:rPr>
              <w:t>If prompted ‘OK to assume label alignment is correct’, press &lt;return&gt;</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User is taken to the next prompt.</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F36763" w:rsidRPr="008543A8" w:rsidRDefault="00F36763" w:rsidP="00F36763">
            <w:pPr>
              <w:pStyle w:val="ListNumber"/>
              <w:numPr>
                <w:ilvl w:val="0"/>
                <w:numId w:val="0"/>
              </w:numPr>
            </w:pPr>
            <w:r>
              <w:t>8.</w:t>
            </w: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pPr>
            <w:r w:rsidRPr="000773EB">
              <w:rPr>
                <w:color w:val="auto"/>
              </w:rPr>
              <w:t>When prompted ‘Bingo Board Display:”, press &lt;return&gt;</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User is taken to the next menu list for outpatient pharmacy.</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F36763" w:rsidRPr="008543A8" w:rsidRDefault="00F36763" w:rsidP="00F36763">
            <w:pPr>
              <w:pStyle w:val="ListNumber"/>
              <w:numPr>
                <w:ilvl w:val="0"/>
                <w:numId w:val="0"/>
              </w:numPr>
            </w:pPr>
            <w:r>
              <w:t>9.</w:t>
            </w: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Choose ‘Rx (Prescriptions)’</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F36763"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100000" w:firstRow="0" w:lastRow="0" w:firstColumn="0" w:lastColumn="0" w:oddVBand="0" w:evenVBand="0" w:oddHBand="1" w:evenHBand="0" w:firstRowFirstColumn="0" w:firstRowLastColumn="0" w:lastRowFirstColumn="0" w:lastRowLastColumn="0"/>
            </w:pPr>
          </w:p>
        </w:tc>
      </w:tr>
      <w:tr w:rsidR="00F3676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F36763" w:rsidRPr="008543A8" w:rsidRDefault="00F36763" w:rsidP="00F36763">
            <w:pPr>
              <w:pStyle w:val="ListNumber"/>
              <w:numPr>
                <w:ilvl w:val="0"/>
                <w:numId w:val="0"/>
              </w:numPr>
            </w:pPr>
          </w:p>
        </w:tc>
        <w:tc>
          <w:tcPr>
            <w:tcW w:w="3856" w:type="pct"/>
            <w:shd w:val="clear" w:color="auto" w:fill="auto"/>
          </w:tcPr>
          <w:p w:rsidR="00F36763" w:rsidRPr="000773EB" w:rsidRDefault="00F36763" w:rsidP="00F36763">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User may be prompted for order summary.</w:t>
            </w:r>
          </w:p>
        </w:tc>
        <w:tc>
          <w:tcPr>
            <w:tcW w:w="390"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F36763" w:rsidRPr="008543A8" w:rsidRDefault="00F36763" w:rsidP="00F36763">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55F5D" w:rsidRPr="008543A8" w:rsidRDefault="00455F5D" w:rsidP="00455F5D">
            <w:pPr>
              <w:pStyle w:val="ListNumber"/>
              <w:numPr>
                <w:ilvl w:val="0"/>
                <w:numId w:val="0"/>
              </w:numPr>
            </w:pPr>
            <w:r>
              <w:t>10.</w:t>
            </w: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When prompted ‘Do you want an order Summary’, press &lt;return&gt;</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The next outpatient pharmacy menu is displayed to the user.</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55F5D" w:rsidRPr="008543A8" w:rsidRDefault="00455F5D" w:rsidP="00455F5D">
            <w:pPr>
              <w:pStyle w:val="ListNumber"/>
              <w:numPr>
                <w:ilvl w:val="0"/>
                <w:numId w:val="0"/>
              </w:numPr>
            </w:pPr>
            <w:r>
              <w:t>11.</w:t>
            </w: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Choose Patient ‘Prescription Processing’</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User able to choose the prescription processing</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55F5D" w:rsidRPr="008543A8" w:rsidRDefault="00455F5D" w:rsidP="00455F5D">
            <w:pPr>
              <w:pStyle w:val="ListNumber"/>
              <w:numPr>
                <w:ilvl w:val="0"/>
                <w:numId w:val="0"/>
              </w:numPr>
            </w:pPr>
            <w:r>
              <w:t>12.</w:t>
            </w: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When prompted ‘Select PATIENT:’, enter the name of the patient.</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Patient is selected and user is taken to the next prompt.</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5F4A66"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5F4A66" w:rsidRPr="008543A8" w:rsidRDefault="005F4A66" w:rsidP="00C14D04">
            <w:pPr>
              <w:pStyle w:val="ListNumber"/>
              <w:numPr>
                <w:ilvl w:val="0"/>
                <w:numId w:val="0"/>
              </w:numPr>
            </w:pPr>
            <w:r>
              <w:t>13.</w:t>
            </w:r>
          </w:p>
        </w:tc>
        <w:tc>
          <w:tcPr>
            <w:tcW w:w="3856" w:type="pct"/>
            <w:shd w:val="clear" w:color="auto" w:fill="auto"/>
          </w:tcPr>
          <w:p w:rsidR="005F4A66" w:rsidRPr="000773EB" w:rsidRDefault="005F4A66" w:rsidP="00C14D04">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5F4A66" w:rsidRDefault="005F4A66">
            <w:pPr>
              <w:cnfStyle w:val="000000100000" w:firstRow="0" w:lastRow="0" w:firstColumn="0" w:lastColumn="0" w:oddVBand="0" w:evenVBand="0" w:oddHBand="1" w:evenHBand="0" w:firstRowFirstColumn="0" w:firstRowLastColumn="0" w:lastRowFirstColumn="0" w:lastRowLastColumn="0"/>
            </w:pPr>
            <w:r w:rsidRPr="002670A7">
              <w:t>Pass</w:t>
            </w:r>
          </w:p>
        </w:tc>
        <w:tc>
          <w:tcPr>
            <w:tcW w:w="318" w:type="pct"/>
            <w:vMerge w:val="restart"/>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r>
      <w:tr w:rsidR="005F4A66" w:rsidRPr="008543A8" w:rsidTr="00C14D04">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Pr="00FE3233"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color w:val="auto"/>
              </w:rPr>
              <w:t>User will receive a notification to the screen and taken to the next prompt.</w:t>
            </w:r>
          </w:p>
        </w:tc>
        <w:tc>
          <w:tcPr>
            <w:tcW w:w="390"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r>
      <w:tr w:rsidR="005F4A66"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Pr="000773EB" w:rsidRDefault="005F4A66" w:rsidP="00C14D04">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r>
      <w:tr w:rsidR="005F4A66" w:rsidRPr="008543A8" w:rsidTr="00C14D04">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 Patient Requires a Means Test ***</w:t>
            </w:r>
          </w:p>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5F4A66" w:rsidRPr="000A23EF"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Primary Means Test Required from JAN 11,2017</w:t>
            </w:r>
          </w:p>
        </w:tc>
        <w:tc>
          <w:tcPr>
            <w:tcW w:w="390"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r>
      <w:tr w:rsidR="005F4A66"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5F4A66" w:rsidRPr="008543A8" w:rsidRDefault="005F4A66" w:rsidP="00C14D04">
            <w:pPr>
              <w:pStyle w:val="ListNumber"/>
              <w:numPr>
                <w:ilvl w:val="0"/>
                <w:numId w:val="0"/>
              </w:numPr>
            </w:pPr>
            <w:r>
              <w:t>14.</w:t>
            </w:r>
          </w:p>
        </w:tc>
        <w:tc>
          <w:tcPr>
            <w:tcW w:w="3856" w:type="pct"/>
            <w:shd w:val="clear" w:color="auto" w:fill="auto"/>
          </w:tcPr>
          <w:p w:rsidR="005F4A66" w:rsidRPr="000773EB" w:rsidRDefault="005F4A66" w:rsidP="00C14D04">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5F4A66" w:rsidRDefault="005F4A66">
            <w:pPr>
              <w:cnfStyle w:val="000000100000" w:firstRow="0" w:lastRow="0" w:firstColumn="0" w:lastColumn="0" w:oddVBand="0" w:evenVBand="0" w:oddHBand="1" w:evenHBand="0" w:firstRowFirstColumn="0" w:firstRowLastColumn="0" w:lastRowFirstColumn="0" w:lastRowLastColumn="0"/>
            </w:pPr>
            <w:r w:rsidRPr="002670A7">
              <w:t>Pass</w:t>
            </w:r>
          </w:p>
        </w:tc>
        <w:tc>
          <w:tcPr>
            <w:tcW w:w="318" w:type="pct"/>
            <w:vMerge w:val="restart"/>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r>
      <w:tr w:rsidR="005F4A66" w:rsidRPr="008543A8" w:rsidTr="00C14D04">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Pr="00FE3233"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color w:val="auto"/>
              </w:rPr>
              <w:t>At the prompt ‘</w:t>
            </w:r>
            <w:r>
              <w:rPr>
                <w:rFonts w:ascii="r_ansi" w:hAnsi="r_ansi" w:cs="r_ansi"/>
                <w:sz w:val="20"/>
                <w:szCs w:val="20"/>
              </w:rPr>
              <w:t>Enter &lt;RETURN&gt; to continue’, press &lt;return&gt;</w:t>
            </w:r>
          </w:p>
        </w:tc>
        <w:tc>
          <w:tcPr>
            <w:tcW w:w="390"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r>
      <w:tr w:rsidR="005F4A66"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Pr="000773EB" w:rsidRDefault="005F4A66" w:rsidP="00C14D04">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100000" w:firstRow="0" w:lastRow="0" w:firstColumn="0" w:lastColumn="0" w:oddVBand="0" w:evenVBand="0" w:oddHBand="1" w:evenHBand="0" w:firstRowFirstColumn="0" w:firstRowLastColumn="0" w:lastRowFirstColumn="0" w:lastRowLastColumn="0"/>
            </w:pPr>
          </w:p>
        </w:tc>
      </w:tr>
      <w:tr w:rsidR="005F4A66" w:rsidRPr="008543A8" w:rsidTr="00C14D04">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5F4A66" w:rsidRPr="008543A8" w:rsidRDefault="005F4A66" w:rsidP="00C14D04">
            <w:pPr>
              <w:pStyle w:val="ListNumber"/>
              <w:numPr>
                <w:ilvl w:val="0"/>
                <w:numId w:val="0"/>
              </w:numPr>
            </w:pPr>
          </w:p>
        </w:tc>
        <w:tc>
          <w:tcPr>
            <w:tcW w:w="3856" w:type="pct"/>
            <w:shd w:val="clear" w:color="auto" w:fill="auto"/>
          </w:tcPr>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          TEST,HERRING (111-11-4433)</w:t>
            </w:r>
          </w:p>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Remote data not available - Only local order checks processed.</w:t>
            </w:r>
          </w:p>
          <w:p w:rsidR="005F4A66" w:rsidRDefault="005F4A66" w:rsidP="00C14D0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5F4A66" w:rsidRPr="000773EB" w:rsidRDefault="005F4A66" w:rsidP="00C14D04">
            <w:pPr>
              <w:tabs>
                <w:tab w:val="left" w:pos="1188"/>
              </w:tabs>
              <w:cnfStyle w:val="000000000000" w:firstRow="0" w:lastRow="0" w:firstColumn="0" w:lastColumn="0" w:oddVBand="0" w:evenVBand="0" w:oddHBand="0" w:evenHBand="0" w:firstRowFirstColumn="0" w:firstRowLastColumn="0" w:lastRowFirstColumn="0" w:lastRowLastColumn="0"/>
              <w:rPr>
                <w:color w:val="auto"/>
              </w:rPr>
            </w:pPr>
            <w:r>
              <w:rPr>
                <w:rFonts w:ascii="r_ansi" w:hAnsi="r_ansi" w:cs="r_ansi"/>
                <w:sz w:val="20"/>
                <w:szCs w:val="20"/>
              </w:rPr>
              <w:t>User is taken to the next prompt.</w:t>
            </w:r>
          </w:p>
        </w:tc>
        <w:tc>
          <w:tcPr>
            <w:tcW w:w="390"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5F4A66" w:rsidRPr="008543A8" w:rsidRDefault="005F4A66" w:rsidP="00C14D04">
            <w:pPr>
              <w:jc w:val="center"/>
              <w:cnfStyle w:val="000000000000" w:firstRow="0" w:lastRow="0" w:firstColumn="0" w:lastColumn="0" w:oddVBand="0" w:evenVBand="0" w:oddHBand="0" w:evenHBand="0" w:firstRowFirstColumn="0" w:firstRowLastColumn="0" w:lastRowFirstColumn="0" w:lastRowLastColumn="0"/>
            </w:pPr>
          </w:p>
        </w:tc>
      </w:tr>
      <w:tr w:rsidR="005F4A66" w:rsidRPr="008543A8"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5F4A66" w:rsidRPr="008543A8" w:rsidRDefault="005F4A66" w:rsidP="003C75FA">
            <w:pPr>
              <w:pStyle w:val="ListNumber"/>
              <w:numPr>
                <w:ilvl w:val="0"/>
                <w:numId w:val="0"/>
              </w:numPr>
            </w:pPr>
            <w:r>
              <w:t>15.</w:t>
            </w:r>
          </w:p>
        </w:tc>
        <w:tc>
          <w:tcPr>
            <w:tcW w:w="3856" w:type="pct"/>
            <w:shd w:val="clear" w:color="auto" w:fill="auto"/>
          </w:tcPr>
          <w:p w:rsidR="005F4A66" w:rsidRPr="000773EB" w:rsidRDefault="005F4A66"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5F4A66" w:rsidRDefault="005F4A66">
            <w:pPr>
              <w:cnfStyle w:val="000000100000" w:firstRow="0" w:lastRow="0" w:firstColumn="0" w:lastColumn="0" w:oddVBand="0" w:evenVBand="0" w:oddHBand="1" w:evenHBand="0" w:firstRowFirstColumn="0" w:firstRowLastColumn="0" w:lastRowFirstColumn="0" w:lastRowLastColumn="0"/>
            </w:pPr>
            <w:r w:rsidRPr="002670A7">
              <w:t>Pass</w:t>
            </w:r>
          </w:p>
        </w:tc>
        <w:tc>
          <w:tcPr>
            <w:tcW w:w="318" w:type="pct"/>
            <w:vMerge w:val="restart"/>
            <w:shd w:val="clear" w:color="auto" w:fill="auto"/>
          </w:tcPr>
          <w:p w:rsidR="005F4A66" w:rsidRPr="008543A8" w:rsidRDefault="005F4A66" w:rsidP="003C75FA">
            <w:pPr>
              <w:jc w:val="center"/>
              <w:cnfStyle w:val="000000100000" w:firstRow="0" w:lastRow="0" w:firstColumn="0" w:lastColumn="0" w:oddVBand="0" w:evenVBand="0" w:oddHBand="1" w:evenHBand="0" w:firstRowFirstColumn="0" w:firstRowLastColumn="0" w:lastRowFirstColumn="0" w:lastRowLastColumn="0"/>
            </w:pPr>
          </w:p>
        </w:tc>
      </w:tr>
      <w:tr w:rsidR="003B785B" w:rsidRPr="008543A8"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Pr="00FE3233" w:rsidRDefault="003B785B"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sidRPr="000773EB">
              <w:rPr>
                <w:color w:val="auto"/>
              </w:rPr>
              <w:t>When prompted ‘</w:t>
            </w:r>
            <w:r>
              <w:rPr>
                <w:rFonts w:ascii="r_ansi" w:hAnsi="r_ansi" w:cs="r_ansi"/>
                <w:sz w:val="20"/>
                <w:szCs w:val="20"/>
              </w:rPr>
              <w:t xml:space="preserve">Would you like to query prescriptions from other </w:t>
            </w:r>
            <w:proofErr w:type="spellStart"/>
            <w:r>
              <w:rPr>
                <w:rFonts w:ascii="r_ansi" w:hAnsi="r_ansi" w:cs="r_ansi"/>
                <w:sz w:val="20"/>
                <w:szCs w:val="20"/>
              </w:rPr>
              <w:t>OneVA</w:t>
            </w:r>
            <w:proofErr w:type="spellEnd"/>
            <w:r>
              <w:rPr>
                <w:rFonts w:ascii="r_ansi" w:hAnsi="r_ansi" w:cs="r_ansi"/>
                <w:sz w:val="20"/>
                <w:szCs w:val="20"/>
              </w:rPr>
              <w:t xml:space="preserve"> Pharmacy locations? YES//</w:t>
            </w:r>
            <w:r w:rsidRPr="000773EB">
              <w:rPr>
                <w:color w:val="auto"/>
              </w:rPr>
              <w:t>’, answer ‘YES’.</w:t>
            </w:r>
          </w:p>
        </w:tc>
        <w:tc>
          <w:tcPr>
            <w:tcW w:w="390"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r>
      <w:tr w:rsidR="003B785B" w:rsidRPr="008543A8"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Pr="000773EB" w:rsidRDefault="003B785B"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p>
        </w:tc>
      </w:tr>
      <w:tr w:rsidR="003B785B" w:rsidRPr="008543A8"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Default="003B785B"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color w:val="auto"/>
              </w:rPr>
              <w:t xml:space="preserve">User receives the following message: </w:t>
            </w:r>
            <w:r>
              <w:rPr>
                <w:rFonts w:ascii="r_ansi" w:hAnsi="r_ansi" w:cs="r_ansi"/>
                <w:sz w:val="20"/>
                <w:szCs w:val="20"/>
              </w:rPr>
              <w:t>Please wait. Checking for prescriptions at other VA Pharmacy locations. This may</w:t>
            </w:r>
          </w:p>
          <w:p w:rsidR="003B785B" w:rsidRDefault="003B785B" w:rsidP="003C75FA">
            <w:pPr>
              <w:tabs>
                <w:tab w:val="left" w:pos="1188"/>
              </w:tabs>
              <w:cnfStyle w:val="000000000000" w:firstRow="0" w:lastRow="0" w:firstColumn="0" w:lastColumn="0" w:oddVBand="0" w:evenVBand="0" w:oddHBand="0" w:evenHBand="0" w:firstRowFirstColumn="0" w:firstRowLastColumn="0" w:lastRowFirstColumn="0" w:lastRowLastColumn="0"/>
              <w:rPr>
                <w:color w:val="auto"/>
              </w:rPr>
            </w:pPr>
            <w:proofErr w:type="gramStart"/>
            <w:r>
              <w:rPr>
                <w:rFonts w:ascii="r_ansi" w:hAnsi="r_ansi" w:cs="r_ansi"/>
                <w:sz w:val="20"/>
                <w:szCs w:val="20"/>
              </w:rPr>
              <w:t>take</w:t>
            </w:r>
            <w:proofErr w:type="gramEnd"/>
            <w:r>
              <w:rPr>
                <w:rFonts w:ascii="r_ansi" w:hAnsi="r_ansi" w:cs="r_ansi"/>
                <w:sz w:val="20"/>
                <w:szCs w:val="20"/>
              </w:rPr>
              <w:t xml:space="preserve"> a moment...</w:t>
            </w:r>
          </w:p>
          <w:p w:rsidR="003B785B" w:rsidRPr="000773EB" w:rsidRDefault="003B785B" w:rsidP="003C75FA">
            <w:pPr>
              <w:tabs>
                <w:tab w:val="left" w:pos="1188"/>
              </w:tabs>
              <w:cnfStyle w:val="000000000000" w:firstRow="0" w:lastRow="0" w:firstColumn="0" w:lastColumn="0" w:oddVBand="0" w:evenVBand="0" w:oddHBand="0" w:evenHBand="0" w:firstRowFirstColumn="0" w:firstRowLastColumn="0" w:lastRowFirstColumn="0" w:lastRowLastColumn="0"/>
              <w:rPr>
                <w:color w:val="auto"/>
              </w:rPr>
            </w:pPr>
            <w:r w:rsidRPr="000773EB">
              <w:rPr>
                <w:color w:val="auto"/>
              </w:rPr>
              <w:t xml:space="preserve">HDR query is made to gather </w:t>
            </w:r>
            <w:proofErr w:type="spellStart"/>
            <w:r w:rsidRPr="000773EB">
              <w:rPr>
                <w:color w:val="auto"/>
              </w:rPr>
              <w:t>OneVA</w:t>
            </w:r>
            <w:proofErr w:type="spellEnd"/>
            <w:r w:rsidRPr="000773EB">
              <w:rPr>
                <w:color w:val="auto"/>
              </w:rPr>
              <w:t xml:space="preserve"> pharmacy prescriptions. No error messages should be returned.</w:t>
            </w:r>
            <w:r>
              <w:rPr>
                <w:color w:val="auto"/>
              </w:rPr>
              <w:t xml:space="preserve"> User should be taken to the next prompt.</w:t>
            </w:r>
          </w:p>
        </w:tc>
        <w:tc>
          <w:tcPr>
            <w:tcW w:w="390"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55F5D" w:rsidRPr="008543A8" w:rsidRDefault="00355593" w:rsidP="00455F5D">
            <w:pPr>
              <w:pStyle w:val="ListNumber"/>
              <w:numPr>
                <w:ilvl w:val="0"/>
                <w:numId w:val="0"/>
              </w:numPr>
            </w:pPr>
            <w:r>
              <w:t>16</w:t>
            </w:r>
            <w:r w:rsidR="00455F5D">
              <w:t>.</w:t>
            </w: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55F5D" w:rsidRPr="008543A8" w:rsidRDefault="005F4A66" w:rsidP="00455F5D">
            <w:pPr>
              <w:jc w:val="center"/>
              <w:cnfStyle w:val="000000100000" w:firstRow="0" w:lastRow="0" w:firstColumn="0" w:lastColumn="0" w:oddVBand="0" w:evenVBand="0" w:oddHBand="1" w:evenHBand="0" w:firstRowFirstColumn="0" w:firstRowLastColumn="0" w:lastRowFirstColumn="0" w:lastRowLastColumn="0"/>
            </w:pPr>
            <w:r w:rsidRPr="005F4A66">
              <w:t>Pass</w:t>
            </w:r>
          </w:p>
        </w:tc>
        <w:tc>
          <w:tcPr>
            <w:tcW w:w="318"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FE3233" w:rsidRDefault="003B785B" w:rsidP="003B785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color w:val="auto"/>
              </w:rPr>
              <w:t>If prompted,</w:t>
            </w:r>
            <w:r w:rsidR="00455F5D" w:rsidRPr="000773EB">
              <w:rPr>
                <w:color w:val="auto"/>
              </w:rPr>
              <w:t xml:space="preserve"> </w:t>
            </w:r>
            <w:r w:rsidRPr="005F4A66">
              <w:rPr>
                <w:color w:val="auto"/>
              </w:rPr>
              <w:t>‘Display Remote Data //NO’</w:t>
            </w:r>
            <w:r>
              <w:rPr>
                <w:color w:val="auto"/>
              </w:rPr>
              <w:t>, answer ‘NO</w:t>
            </w:r>
            <w:r w:rsidR="00455F5D" w:rsidRPr="000773EB">
              <w:rPr>
                <w:color w:val="auto"/>
              </w:rPr>
              <w:t>’.</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455F5D"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FE3233" w:rsidP="00455F5D">
            <w:pPr>
              <w:tabs>
                <w:tab w:val="left" w:pos="1188"/>
              </w:tabs>
              <w:cnfStyle w:val="000000000000" w:firstRow="0" w:lastRow="0" w:firstColumn="0" w:lastColumn="0" w:oddVBand="0" w:evenVBand="0" w:oddHBand="0" w:evenHBand="0" w:firstRowFirstColumn="0" w:firstRowLastColumn="0" w:lastRowFirstColumn="0" w:lastRowLastColumn="0"/>
              <w:rPr>
                <w:color w:val="auto"/>
              </w:rPr>
            </w:pPr>
            <w:r>
              <w:rPr>
                <w:color w:val="auto"/>
              </w:rPr>
              <w:t>User should be taken to the next promp</w:t>
            </w:r>
            <w:r w:rsidR="003B785B">
              <w:rPr>
                <w:color w:val="auto"/>
              </w:rPr>
              <w:t>t.</w:t>
            </w:r>
          </w:p>
        </w:tc>
        <w:tc>
          <w:tcPr>
            <w:tcW w:w="390"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000000" w:firstRow="0" w:lastRow="0" w:firstColumn="0" w:lastColumn="0" w:oddVBand="0" w:evenVBand="0" w:oddHBand="0" w:evenHBand="0" w:firstRowFirstColumn="0" w:firstRowLastColumn="0" w:lastRowFirstColumn="0" w:lastRowLastColumn="0"/>
            </w:pPr>
          </w:p>
        </w:tc>
      </w:tr>
      <w:tr w:rsidR="003B785B"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B785B" w:rsidRPr="008543A8" w:rsidRDefault="00355593" w:rsidP="003C75FA">
            <w:pPr>
              <w:pStyle w:val="ListNumber"/>
              <w:numPr>
                <w:ilvl w:val="0"/>
                <w:numId w:val="0"/>
              </w:numPr>
            </w:pPr>
            <w:r>
              <w:t>17</w:t>
            </w:r>
            <w:r w:rsidR="003B785B">
              <w:t>.</w:t>
            </w:r>
          </w:p>
        </w:tc>
        <w:tc>
          <w:tcPr>
            <w:tcW w:w="3856" w:type="pct"/>
            <w:shd w:val="clear" w:color="auto" w:fill="auto"/>
          </w:tcPr>
          <w:p w:rsidR="003B785B" w:rsidRPr="000773EB" w:rsidRDefault="003B785B"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p>
        </w:tc>
      </w:tr>
      <w:tr w:rsidR="003B785B"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Pr="00974680" w:rsidRDefault="008E3803" w:rsidP="003C75FA">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When prompted ‘</w:t>
            </w:r>
            <w:r>
              <w:rPr>
                <w:rFonts w:ascii="r_ansi" w:hAnsi="r_ansi" w:cs="r_ansi"/>
                <w:sz w:val="20"/>
                <w:szCs w:val="20"/>
              </w:rPr>
              <w:t>RX PATIENT STATUS: OPT NSC//’, choose the appropriate status, or accept the default by pressing &lt;Enter&gt;</w:t>
            </w:r>
          </w:p>
        </w:tc>
        <w:tc>
          <w:tcPr>
            <w:tcW w:w="390"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r>
      <w:tr w:rsidR="003B785B"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Pr="000773EB" w:rsidRDefault="003B785B"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100000" w:firstRow="0" w:lastRow="0" w:firstColumn="0" w:lastColumn="0" w:oddVBand="0" w:evenVBand="0" w:oddHBand="1" w:evenHBand="0" w:firstRowFirstColumn="0" w:firstRowLastColumn="0" w:lastRowFirstColumn="0" w:lastRowLastColumn="0"/>
            </w:pPr>
          </w:p>
        </w:tc>
      </w:tr>
      <w:tr w:rsidR="003B785B"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B785B" w:rsidRPr="008543A8" w:rsidRDefault="003B785B" w:rsidP="003C75FA">
            <w:pPr>
              <w:pStyle w:val="ListNumber"/>
              <w:numPr>
                <w:ilvl w:val="0"/>
                <w:numId w:val="0"/>
              </w:numPr>
            </w:pPr>
          </w:p>
        </w:tc>
        <w:tc>
          <w:tcPr>
            <w:tcW w:w="3856" w:type="pct"/>
            <w:shd w:val="clear" w:color="auto" w:fill="auto"/>
          </w:tcPr>
          <w:p w:rsidR="003B785B" w:rsidRPr="00A40A35" w:rsidRDefault="008E3803"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is taken to the patient information screen in PSO LM BACKDOOR ORDERS.</w:t>
            </w:r>
          </w:p>
        </w:tc>
        <w:tc>
          <w:tcPr>
            <w:tcW w:w="390"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B785B" w:rsidRPr="008543A8" w:rsidRDefault="003B785B"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8E3803" w:rsidRPr="008543A8" w:rsidRDefault="00355593" w:rsidP="003C75FA">
            <w:pPr>
              <w:pStyle w:val="ListNumber"/>
              <w:numPr>
                <w:ilvl w:val="0"/>
                <w:numId w:val="0"/>
              </w:numPr>
            </w:pPr>
            <w:r>
              <w:t>18</w:t>
            </w:r>
            <w:r w:rsidR="008E3803">
              <w:t>.</w:t>
            </w: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974680" w:rsidRDefault="008E3803" w:rsidP="008E3803">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Press &lt;Enter&gt; until you are taken to the Medication Profile (list)</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A40A35" w:rsidRDefault="008E3803"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User is able to see remote prescriptions in the medication </w:t>
            </w:r>
            <w:proofErr w:type="gramStart"/>
            <w:r>
              <w:rPr>
                <w:rFonts w:cstheme="minorHAnsi"/>
              </w:rPr>
              <w:t>profile .</w:t>
            </w:r>
            <w:proofErr w:type="gramEnd"/>
            <w:r>
              <w:rPr>
                <w:rFonts w:cstheme="minorHAnsi"/>
              </w:rPr>
              <w:t xml:space="preserve"> These medications appear after the ‘local’ medications, and are sorted by the facility they came from.</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8E3803" w:rsidRPr="008543A8" w:rsidRDefault="00355593" w:rsidP="003C75FA">
            <w:pPr>
              <w:pStyle w:val="ListNumber"/>
              <w:numPr>
                <w:ilvl w:val="0"/>
                <w:numId w:val="0"/>
              </w:numPr>
            </w:pPr>
            <w:r>
              <w:t>19</w:t>
            </w:r>
            <w:r w:rsidR="008E3803">
              <w:t>.</w:t>
            </w: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974680" w:rsidRDefault="008E3803" w:rsidP="003C75FA">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Select a ‘remote’ prescription by the numeric value in the medication profile list.</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A40A35" w:rsidRDefault="008E3803"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is taken to the Remote OP Medications Screen.</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8E3803" w:rsidRPr="008543A8" w:rsidRDefault="00355593" w:rsidP="003C75FA">
            <w:pPr>
              <w:pStyle w:val="ListNumber"/>
              <w:numPr>
                <w:ilvl w:val="0"/>
                <w:numId w:val="0"/>
              </w:numPr>
            </w:pPr>
            <w:r>
              <w:t>20</w:t>
            </w:r>
            <w:r w:rsidR="008E3803">
              <w:t>.</w:t>
            </w: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974680" w:rsidRDefault="008E3803" w:rsidP="003C75FA">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Select ‘RF’ for ‘Refill Rx from Another VA pharmacy’.</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627A6" w:rsidRDefault="008E3803"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will be taken to the next prompt.</w:t>
            </w:r>
            <w:r w:rsidR="008627A6">
              <w:rPr>
                <w:rFonts w:cstheme="minorHAnsi"/>
              </w:rPr>
              <w:t xml:space="preserve"> If given the following message, return to step 16 and select another drug. This is indication that there is no local matching drug found.</w:t>
            </w:r>
          </w:p>
          <w:p w:rsidR="008627A6" w:rsidRDefault="008627A6"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p>
          <w:p w:rsidR="008627A6" w:rsidRDefault="008627A6"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Remote site drug name: </w:t>
            </w:r>
            <w:r w:rsidRPr="008627A6">
              <w:rPr>
                <w:rFonts w:ascii="r_ansi" w:hAnsi="r_ansi" w:cs="r_ansi"/>
                <w:i/>
                <w:sz w:val="20"/>
                <w:szCs w:val="20"/>
              </w:rPr>
              <w:t>[DRUG NAME]</w:t>
            </w:r>
          </w:p>
          <w:p w:rsidR="008627A6" w:rsidRDefault="008627A6"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8E3803" w:rsidRDefault="008627A6"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No local match could be found for </w:t>
            </w:r>
            <w:r w:rsidRPr="008627A6">
              <w:rPr>
                <w:rFonts w:ascii="r_ansi" w:hAnsi="r_ansi" w:cs="r_ansi"/>
                <w:i/>
                <w:sz w:val="20"/>
                <w:szCs w:val="20"/>
              </w:rPr>
              <w:t>[DRUG NAME]</w:t>
            </w:r>
            <w:r>
              <w:rPr>
                <w:rFonts w:ascii="r_ansi" w:hAnsi="r_ansi" w:cs="r_ansi"/>
                <w:sz w:val="20"/>
                <w:szCs w:val="20"/>
              </w:rPr>
              <w:t>.</w:t>
            </w:r>
          </w:p>
          <w:p w:rsidR="008627A6" w:rsidRPr="00A40A35" w:rsidRDefault="008627A6" w:rsidP="008627A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8E3803" w:rsidRPr="008543A8" w:rsidRDefault="00355593" w:rsidP="008627A6">
            <w:pPr>
              <w:pStyle w:val="ListNumber"/>
              <w:numPr>
                <w:ilvl w:val="0"/>
                <w:numId w:val="0"/>
              </w:numPr>
            </w:pPr>
            <w:r>
              <w:t>21</w:t>
            </w:r>
            <w:r w:rsidR="008E3803">
              <w:t>.</w:t>
            </w: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cstheme="minorHAnsi"/>
                <w:color w:val="auto"/>
              </w:rPr>
              <w:t>When prompted ‘</w:t>
            </w:r>
            <w:r>
              <w:rPr>
                <w:rFonts w:ascii="r_ansi" w:hAnsi="r_ansi" w:cs="r_ansi"/>
                <w:sz w:val="20"/>
                <w:szCs w:val="20"/>
              </w:rPr>
              <w:t xml:space="preserve">Remote site drug name: </w:t>
            </w:r>
            <w:r w:rsidR="008627A6" w:rsidRPr="008627A6">
              <w:rPr>
                <w:rFonts w:ascii="r_ansi" w:hAnsi="r_ansi" w:cs="r_ansi"/>
                <w:i/>
                <w:sz w:val="20"/>
                <w:szCs w:val="20"/>
              </w:rPr>
              <w:t>[DRUG NAME]</w:t>
            </w:r>
          </w:p>
          <w:p w:rsidR="008627A6"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i/>
                <w:sz w:val="20"/>
                <w:szCs w:val="20"/>
              </w:rPr>
            </w:pPr>
            <w:r>
              <w:rPr>
                <w:rFonts w:ascii="r_ansi" w:hAnsi="r_ansi" w:cs="r_ansi"/>
                <w:sz w:val="20"/>
                <w:szCs w:val="20"/>
              </w:rPr>
              <w:t xml:space="preserve">Matching Drug Found for Dispensing: </w:t>
            </w:r>
            <w:r w:rsidR="008627A6" w:rsidRPr="008627A6">
              <w:rPr>
                <w:rFonts w:ascii="r_ansi" w:hAnsi="r_ansi" w:cs="r_ansi"/>
                <w:i/>
                <w:sz w:val="20"/>
                <w:szCs w:val="20"/>
              </w:rPr>
              <w:t>[DRUG NAME]</w:t>
            </w: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Would you like to use the system matched drug for this</w:t>
            </w:r>
          </w:p>
          <w:p w:rsidR="008E3803" w:rsidRPr="00974680" w:rsidRDefault="008E3803" w:rsidP="008E3803">
            <w:pPr>
              <w:cnfStyle w:val="000000000000" w:firstRow="0" w:lastRow="0" w:firstColumn="0" w:lastColumn="0" w:oddVBand="0" w:evenVBand="0" w:oddHBand="0" w:evenHBand="0" w:firstRowFirstColumn="0" w:firstRowLastColumn="0" w:lastRowFirstColumn="0" w:lastRowLastColumn="0"/>
              <w:rPr>
                <w:rFonts w:cstheme="minorHAnsi"/>
                <w:color w:val="auto"/>
              </w:rPr>
            </w:pPr>
            <w:proofErr w:type="gramStart"/>
            <w:r>
              <w:rPr>
                <w:rFonts w:ascii="r_ansi" w:hAnsi="r_ansi" w:cs="r_ansi"/>
                <w:sz w:val="20"/>
                <w:szCs w:val="20"/>
              </w:rPr>
              <w:t>refill/partial</w:t>
            </w:r>
            <w:proofErr w:type="gramEnd"/>
            <w:r>
              <w:rPr>
                <w:rFonts w:ascii="r_ansi" w:hAnsi="r_ansi" w:cs="r_ansi"/>
                <w:sz w:val="20"/>
                <w:szCs w:val="20"/>
              </w:rPr>
              <w:t xml:space="preserve"> fill? NO//’, answer ‘YES’</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8E3803"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Pr="000773EB" w:rsidRDefault="008E3803"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100000" w:firstRow="0" w:lastRow="0" w:firstColumn="0" w:lastColumn="0" w:oddVBand="0" w:evenVBand="0" w:oddHBand="1" w:evenHBand="0" w:firstRowFirstColumn="0" w:firstRowLastColumn="0" w:lastRowFirstColumn="0" w:lastRowLastColumn="0"/>
            </w:pPr>
          </w:p>
        </w:tc>
      </w:tr>
      <w:tr w:rsidR="008E3803"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8E3803" w:rsidRPr="008543A8" w:rsidRDefault="008E3803" w:rsidP="003C75FA">
            <w:pPr>
              <w:pStyle w:val="ListNumber"/>
              <w:numPr>
                <w:ilvl w:val="0"/>
                <w:numId w:val="0"/>
              </w:numPr>
            </w:pPr>
          </w:p>
        </w:tc>
        <w:tc>
          <w:tcPr>
            <w:tcW w:w="3856" w:type="pct"/>
            <w:shd w:val="clear" w:color="auto" w:fill="auto"/>
          </w:tcPr>
          <w:p w:rsidR="008E3803" w:rsidRDefault="008E3803"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A message will display to the user</w:t>
            </w:r>
          </w:p>
          <w:p w:rsidR="008E3803" w:rsidRDefault="008E3803"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Processing refill request. Please be patient as it may take a moment for the host site to respond and generate your label data...</w:t>
            </w: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Unable to complete transaction. </w:t>
            </w: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The </w:t>
            </w:r>
            <w:proofErr w:type="spellStart"/>
            <w:r>
              <w:rPr>
                <w:rFonts w:ascii="r_ansi" w:hAnsi="r_ansi" w:cs="r_ansi"/>
                <w:sz w:val="20"/>
                <w:szCs w:val="20"/>
              </w:rPr>
              <w:t>OneVA</w:t>
            </w:r>
            <w:proofErr w:type="spellEnd"/>
            <w:r>
              <w:rPr>
                <w:rFonts w:ascii="r_ansi" w:hAnsi="r_ansi" w:cs="r_ansi"/>
                <w:sz w:val="20"/>
                <w:szCs w:val="20"/>
              </w:rPr>
              <w:t xml:space="preserve"> pharmacy flag is turned 'OFF' at this facility.</w:t>
            </w:r>
          </w:p>
          <w:p w:rsidR="008E3803"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Unable to process refill/partial fill requests.</w:t>
            </w:r>
          </w:p>
          <w:p w:rsidR="008E3803" w:rsidRPr="00A40A35" w:rsidRDefault="008E3803" w:rsidP="008E38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r_ansi" w:hAnsi="r_ansi" w:cs="r_ansi"/>
                <w:sz w:val="20"/>
                <w:szCs w:val="20"/>
              </w:rPr>
              <w:t>Press RETURN to continue:</w:t>
            </w:r>
          </w:p>
        </w:tc>
        <w:tc>
          <w:tcPr>
            <w:tcW w:w="390"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8E3803" w:rsidRPr="008543A8" w:rsidRDefault="008E3803" w:rsidP="003C75FA">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55F5D" w:rsidRPr="008543A8" w:rsidRDefault="00355593" w:rsidP="00455F5D">
            <w:pPr>
              <w:pStyle w:val="ListNumber"/>
              <w:numPr>
                <w:ilvl w:val="0"/>
                <w:numId w:val="0"/>
              </w:numPr>
            </w:pPr>
            <w:r>
              <w:t>22</w:t>
            </w:r>
            <w:r w:rsidR="00455F5D">
              <w:t>.</w:t>
            </w: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55F5D" w:rsidRPr="008543A8" w:rsidRDefault="004B6EC8" w:rsidP="00455F5D">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vMerge w:val="restart"/>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BE6A1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BE6A13" w:rsidRPr="008543A8" w:rsidRDefault="00BE6A13" w:rsidP="00BE6A13">
            <w:pPr>
              <w:pStyle w:val="ListNumber"/>
              <w:numPr>
                <w:ilvl w:val="0"/>
                <w:numId w:val="0"/>
              </w:numPr>
            </w:pPr>
          </w:p>
        </w:tc>
        <w:tc>
          <w:tcPr>
            <w:tcW w:w="3856" w:type="pct"/>
            <w:shd w:val="clear" w:color="auto" w:fill="auto"/>
          </w:tcPr>
          <w:p w:rsidR="00BE6A13" w:rsidRPr="00974680" w:rsidRDefault="007161B7" w:rsidP="00BE6A13">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When prompted, ‘</w:t>
            </w:r>
            <w:r>
              <w:rPr>
                <w:rFonts w:ascii="r_ansi" w:hAnsi="r_ansi" w:cs="r_ansi"/>
                <w:sz w:val="20"/>
                <w:szCs w:val="20"/>
              </w:rPr>
              <w:t>Press RETURN to continue:’, press &lt;Return&gt;</w:t>
            </w:r>
          </w:p>
        </w:tc>
        <w:tc>
          <w:tcPr>
            <w:tcW w:w="390" w:type="pct"/>
            <w:vMerge/>
            <w:shd w:val="clear" w:color="auto" w:fill="auto"/>
          </w:tcPr>
          <w:p w:rsidR="00BE6A13" w:rsidRPr="008543A8" w:rsidRDefault="00BE6A13" w:rsidP="00BE6A1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BE6A13" w:rsidRPr="008543A8" w:rsidRDefault="00BE6A13" w:rsidP="00BE6A13">
            <w:pPr>
              <w:jc w:val="center"/>
              <w:cnfStyle w:val="000000000000" w:firstRow="0" w:lastRow="0" w:firstColumn="0" w:lastColumn="0" w:oddVBand="0" w:evenVBand="0" w:oddHBand="0" w:evenHBand="0" w:firstRowFirstColumn="0" w:firstRowLastColumn="0" w:lastRowFirstColumn="0" w:lastRowLastColumn="0"/>
            </w:pPr>
          </w:p>
        </w:tc>
      </w:tr>
      <w:tr w:rsidR="00455F5D"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55F5D" w:rsidRPr="008543A8" w:rsidRDefault="00455F5D" w:rsidP="00455F5D">
            <w:pPr>
              <w:pStyle w:val="ListNumber"/>
              <w:numPr>
                <w:ilvl w:val="0"/>
                <w:numId w:val="0"/>
              </w:numPr>
            </w:pPr>
          </w:p>
        </w:tc>
        <w:tc>
          <w:tcPr>
            <w:tcW w:w="3856" w:type="pct"/>
            <w:shd w:val="clear" w:color="auto" w:fill="auto"/>
          </w:tcPr>
          <w:p w:rsidR="00455F5D" w:rsidRPr="000773EB" w:rsidRDefault="00455F5D" w:rsidP="00455F5D">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55F5D" w:rsidRPr="008543A8" w:rsidRDefault="00455F5D" w:rsidP="00455F5D">
            <w:pPr>
              <w:jc w:val="center"/>
              <w:cnfStyle w:val="000000100000" w:firstRow="0" w:lastRow="0" w:firstColumn="0" w:lastColumn="0" w:oddVBand="0" w:evenVBand="0" w:oddHBand="1" w:evenHBand="0" w:firstRowFirstColumn="0" w:firstRowLastColumn="0" w:lastRowFirstColumn="0" w:lastRowLastColumn="0"/>
            </w:pPr>
          </w:p>
        </w:tc>
      </w:tr>
      <w:tr w:rsidR="00BE6A13"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BE6A13" w:rsidRPr="008543A8" w:rsidRDefault="00BE6A13" w:rsidP="00BE6A13">
            <w:pPr>
              <w:pStyle w:val="ListNumber"/>
              <w:numPr>
                <w:ilvl w:val="0"/>
                <w:numId w:val="0"/>
              </w:numPr>
            </w:pPr>
          </w:p>
        </w:tc>
        <w:tc>
          <w:tcPr>
            <w:tcW w:w="3856" w:type="pct"/>
            <w:shd w:val="clear" w:color="auto" w:fill="auto"/>
          </w:tcPr>
          <w:p w:rsidR="00BE6A13" w:rsidRPr="00A40A35" w:rsidRDefault="007161B7" w:rsidP="00BE6A1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is returned to the medication profile.</w:t>
            </w:r>
          </w:p>
        </w:tc>
        <w:tc>
          <w:tcPr>
            <w:tcW w:w="390" w:type="pct"/>
            <w:vMerge/>
            <w:shd w:val="clear" w:color="auto" w:fill="auto"/>
          </w:tcPr>
          <w:p w:rsidR="00BE6A13" w:rsidRPr="008543A8" w:rsidRDefault="00BE6A13" w:rsidP="00BE6A1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BE6A13" w:rsidRPr="008543A8" w:rsidRDefault="00BE6A13" w:rsidP="00BE6A13">
            <w:pPr>
              <w:jc w:val="center"/>
              <w:cnfStyle w:val="000000000000" w:firstRow="0" w:lastRow="0" w:firstColumn="0" w:lastColumn="0" w:oddVBand="0" w:evenVBand="0" w:oddHBand="0" w:evenHBand="0" w:firstRowFirstColumn="0" w:firstRowLastColumn="0" w:lastRowFirstColumn="0" w:lastRowLastColumn="0"/>
            </w:pPr>
          </w:p>
        </w:tc>
      </w:tr>
      <w:tr w:rsidR="00444595"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44595" w:rsidRPr="008543A8" w:rsidRDefault="00444595" w:rsidP="003C75FA">
            <w:pPr>
              <w:pStyle w:val="ListNumber"/>
              <w:numPr>
                <w:ilvl w:val="0"/>
                <w:numId w:val="0"/>
              </w:numPr>
            </w:pPr>
            <w:r>
              <w:t>23.</w:t>
            </w:r>
          </w:p>
        </w:tc>
        <w:tc>
          <w:tcPr>
            <w:tcW w:w="3856" w:type="pct"/>
            <w:shd w:val="clear" w:color="auto" w:fill="auto"/>
          </w:tcPr>
          <w:p w:rsidR="00444595" w:rsidRPr="000773EB" w:rsidRDefault="00444595"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444595" w:rsidRPr="008543A8" w:rsidRDefault="00444595" w:rsidP="00BE6A13">
            <w:pPr>
              <w:jc w:val="center"/>
              <w:cnfStyle w:val="000000100000" w:firstRow="0" w:lastRow="0" w:firstColumn="0" w:lastColumn="0" w:oddVBand="0" w:evenVBand="0" w:oddHBand="1" w:evenHBand="0" w:firstRowFirstColumn="0" w:firstRowLastColumn="0" w:lastRowFirstColumn="0" w:lastRowLastColumn="0"/>
            </w:pPr>
            <w:r w:rsidRPr="00444595">
              <w:t>Pass</w:t>
            </w:r>
          </w:p>
        </w:tc>
        <w:tc>
          <w:tcPr>
            <w:tcW w:w="318" w:type="pct"/>
            <w:vMerge w:val="restart"/>
            <w:shd w:val="clear" w:color="auto" w:fill="auto"/>
          </w:tcPr>
          <w:p w:rsidR="00444595" w:rsidRPr="008543A8" w:rsidRDefault="00444595" w:rsidP="00BE6A13">
            <w:pPr>
              <w:jc w:val="center"/>
              <w:cnfStyle w:val="000000100000" w:firstRow="0" w:lastRow="0" w:firstColumn="0" w:lastColumn="0" w:oddVBand="0" w:evenVBand="0" w:oddHBand="1" w:evenHBand="0" w:firstRowFirstColumn="0" w:firstRowLastColumn="0" w:lastRowFirstColumn="0" w:lastRowLastColumn="0"/>
            </w:pPr>
          </w:p>
        </w:tc>
      </w:tr>
      <w:tr w:rsidR="00444595"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Pr="00974680" w:rsidRDefault="00444595" w:rsidP="003C75FA">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Select the same prescription used when attempting a refill.</w:t>
            </w:r>
          </w:p>
        </w:tc>
        <w:tc>
          <w:tcPr>
            <w:tcW w:w="390" w:type="pct"/>
            <w:vMerge/>
            <w:shd w:val="clear" w:color="auto" w:fill="auto"/>
          </w:tcPr>
          <w:p w:rsidR="00444595" w:rsidRPr="008543A8" w:rsidRDefault="00444595" w:rsidP="00BE6A1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44595" w:rsidRPr="008543A8" w:rsidRDefault="00444595" w:rsidP="00BE6A13">
            <w:pPr>
              <w:jc w:val="center"/>
              <w:cnfStyle w:val="000000000000" w:firstRow="0" w:lastRow="0" w:firstColumn="0" w:lastColumn="0" w:oddVBand="0" w:evenVBand="0" w:oddHBand="0" w:evenHBand="0" w:firstRowFirstColumn="0" w:firstRowLastColumn="0" w:lastRowFirstColumn="0" w:lastRowLastColumn="0"/>
            </w:pPr>
          </w:p>
        </w:tc>
      </w:tr>
      <w:tr w:rsidR="00444595"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Pr="000773EB" w:rsidRDefault="00444595"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444595" w:rsidRPr="008543A8" w:rsidRDefault="00444595" w:rsidP="00BE6A13">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444595" w:rsidRPr="008543A8" w:rsidRDefault="00444595" w:rsidP="00BE6A13">
            <w:pPr>
              <w:jc w:val="center"/>
              <w:cnfStyle w:val="000000100000" w:firstRow="0" w:lastRow="0" w:firstColumn="0" w:lastColumn="0" w:oddVBand="0" w:evenVBand="0" w:oddHBand="1" w:evenHBand="0" w:firstRowFirstColumn="0" w:firstRowLastColumn="0" w:lastRowFirstColumn="0" w:lastRowLastColumn="0"/>
            </w:pPr>
          </w:p>
        </w:tc>
      </w:tr>
      <w:tr w:rsidR="00444595"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Pr="00A40A3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is taken to the Remote OP Medications Screen.</w:t>
            </w:r>
          </w:p>
        </w:tc>
        <w:tc>
          <w:tcPr>
            <w:tcW w:w="390" w:type="pct"/>
            <w:vMerge/>
            <w:shd w:val="clear" w:color="auto" w:fill="auto"/>
          </w:tcPr>
          <w:p w:rsidR="00444595" w:rsidRPr="008543A8" w:rsidRDefault="00444595" w:rsidP="00BE6A13">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444595" w:rsidRPr="008543A8" w:rsidRDefault="00444595" w:rsidP="00BE6A13">
            <w:pPr>
              <w:jc w:val="center"/>
              <w:cnfStyle w:val="000000000000" w:firstRow="0" w:lastRow="0" w:firstColumn="0" w:lastColumn="0" w:oddVBand="0" w:evenVBand="0" w:oddHBand="0" w:evenHBand="0" w:firstRowFirstColumn="0" w:firstRowLastColumn="0" w:lastRowFirstColumn="0" w:lastRowLastColumn="0"/>
            </w:pPr>
          </w:p>
        </w:tc>
      </w:tr>
      <w:tr w:rsidR="00444595"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444595" w:rsidRPr="008543A8" w:rsidRDefault="00444595" w:rsidP="003C75FA">
            <w:pPr>
              <w:pStyle w:val="ListNumber"/>
              <w:numPr>
                <w:ilvl w:val="0"/>
                <w:numId w:val="0"/>
              </w:numPr>
            </w:pPr>
            <w:r>
              <w:t>24.</w:t>
            </w:r>
          </w:p>
        </w:tc>
        <w:tc>
          <w:tcPr>
            <w:tcW w:w="3856" w:type="pct"/>
            <w:shd w:val="clear" w:color="auto" w:fill="auto"/>
          </w:tcPr>
          <w:p w:rsidR="00444595" w:rsidRPr="000773EB" w:rsidRDefault="00444595"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shd w:val="clear" w:color="auto" w:fill="auto"/>
          </w:tcPr>
          <w:p w:rsidR="00444595" w:rsidRPr="008543A8" w:rsidRDefault="00444595"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shd w:val="clear" w:color="auto" w:fill="auto"/>
          </w:tcPr>
          <w:p w:rsidR="00444595" w:rsidRPr="008543A8" w:rsidRDefault="00444595" w:rsidP="003C75FA">
            <w:pPr>
              <w:jc w:val="center"/>
              <w:cnfStyle w:val="000000100000" w:firstRow="0" w:lastRow="0" w:firstColumn="0" w:lastColumn="0" w:oddVBand="0" w:evenVBand="0" w:oddHBand="1" w:evenHBand="0" w:firstRowFirstColumn="0" w:firstRowLastColumn="0" w:lastRowFirstColumn="0" w:lastRowLastColumn="0"/>
            </w:pPr>
          </w:p>
        </w:tc>
      </w:tr>
      <w:tr w:rsidR="00444595"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Pr="00974680" w:rsidRDefault="00444595" w:rsidP="003C75FA">
            <w:pPr>
              <w:cnfStyle w:val="000000000000" w:firstRow="0" w:lastRow="0" w:firstColumn="0" w:lastColumn="0" w:oddVBand="0" w:evenVBand="0" w:oddHBand="0" w:evenHBand="0" w:firstRowFirstColumn="0" w:firstRowLastColumn="0" w:lastRowFirstColumn="0" w:lastRowLastColumn="0"/>
              <w:rPr>
                <w:rFonts w:cstheme="minorHAnsi"/>
                <w:color w:val="auto"/>
              </w:rPr>
            </w:pPr>
            <w:r>
              <w:rPr>
                <w:rFonts w:cstheme="minorHAnsi"/>
                <w:color w:val="auto"/>
              </w:rPr>
              <w:t>Select ‘PR’ for ‘Partial Fill Rx from Another VA pharmacy’.</w:t>
            </w:r>
          </w:p>
        </w:tc>
        <w:tc>
          <w:tcPr>
            <w:tcW w:w="390" w:type="pct"/>
            <w:shd w:val="clear" w:color="auto" w:fill="auto"/>
          </w:tcPr>
          <w:p w:rsidR="00444595" w:rsidRPr="008543A8" w:rsidRDefault="00444595"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shd w:val="clear" w:color="auto" w:fill="auto"/>
          </w:tcPr>
          <w:p w:rsidR="00444595" w:rsidRPr="008543A8" w:rsidRDefault="00444595" w:rsidP="003C75FA">
            <w:pPr>
              <w:jc w:val="center"/>
              <w:cnfStyle w:val="000000000000" w:firstRow="0" w:lastRow="0" w:firstColumn="0" w:lastColumn="0" w:oddVBand="0" w:evenVBand="0" w:oddHBand="0" w:evenHBand="0" w:firstRowFirstColumn="0" w:firstRowLastColumn="0" w:lastRowFirstColumn="0" w:lastRowLastColumn="0"/>
            </w:pPr>
          </w:p>
        </w:tc>
      </w:tr>
      <w:tr w:rsidR="00444595"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Pr="000773EB" w:rsidRDefault="00444595" w:rsidP="003C75FA">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90" w:type="pct"/>
            <w:shd w:val="clear" w:color="auto" w:fill="auto"/>
          </w:tcPr>
          <w:p w:rsidR="00444595" w:rsidRPr="008543A8" w:rsidRDefault="00444595"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shd w:val="clear" w:color="auto" w:fill="auto"/>
          </w:tcPr>
          <w:p w:rsidR="00444595" w:rsidRPr="008543A8" w:rsidRDefault="00444595" w:rsidP="003C75FA">
            <w:pPr>
              <w:jc w:val="center"/>
              <w:cnfStyle w:val="000000100000" w:firstRow="0" w:lastRow="0" w:firstColumn="0" w:lastColumn="0" w:oddVBand="0" w:evenVBand="0" w:oddHBand="1" w:evenHBand="0" w:firstRowFirstColumn="0" w:firstRowLastColumn="0" w:lastRowFirstColumn="0" w:lastRowLastColumn="0"/>
            </w:pPr>
          </w:p>
        </w:tc>
      </w:tr>
      <w:tr w:rsidR="00444595" w:rsidRPr="00457F69" w:rsidTr="003B785B">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444595" w:rsidRPr="008543A8" w:rsidRDefault="00444595" w:rsidP="003C75FA">
            <w:pPr>
              <w:pStyle w:val="ListNumber"/>
              <w:numPr>
                <w:ilvl w:val="0"/>
                <w:numId w:val="0"/>
              </w:numPr>
            </w:pPr>
          </w:p>
        </w:tc>
        <w:tc>
          <w:tcPr>
            <w:tcW w:w="3856" w:type="pct"/>
            <w:shd w:val="clear" w:color="auto" w:fill="auto"/>
          </w:tcPr>
          <w:p w:rsidR="0044459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User will be taken to the next prompt. If given the following message, return to step 16 and select another drug. This is indication that there is no local matching drug found.</w:t>
            </w:r>
          </w:p>
          <w:p w:rsidR="0044459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p>
          <w:p w:rsidR="0044459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Remote site drug name: </w:t>
            </w:r>
            <w:r w:rsidRPr="008627A6">
              <w:rPr>
                <w:rFonts w:ascii="r_ansi" w:hAnsi="r_ansi" w:cs="r_ansi"/>
                <w:i/>
                <w:sz w:val="20"/>
                <w:szCs w:val="20"/>
              </w:rPr>
              <w:t>[DRUG NAME]</w:t>
            </w:r>
          </w:p>
          <w:p w:rsidR="0044459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p>
          <w:p w:rsidR="0044459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No local match could be found for </w:t>
            </w:r>
            <w:r w:rsidRPr="008627A6">
              <w:rPr>
                <w:rFonts w:ascii="r_ansi" w:hAnsi="r_ansi" w:cs="r_ansi"/>
                <w:i/>
                <w:sz w:val="20"/>
                <w:szCs w:val="20"/>
              </w:rPr>
              <w:t>[DRUG NAME]</w:t>
            </w:r>
            <w:r>
              <w:rPr>
                <w:rFonts w:ascii="r_ansi" w:hAnsi="r_ansi" w:cs="r_ansi"/>
                <w:sz w:val="20"/>
                <w:szCs w:val="20"/>
              </w:rPr>
              <w:t>.</w:t>
            </w:r>
          </w:p>
          <w:p w:rsidR="00444595" w:rsidRPr="00A40A35" w:rsidRDefault="00444595"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p>
        </w:tc>
        <w:tc>
          <w:tcPr>
            <w:tcW w:w="390" w:type="pct"/>
            <w:shd w:val="clear" w:color="auto" w:fill="auto"/>
          </w:tcPr>
          <w:p w:rsidR="00444595" w:rsidRPr="008543A8" w:rsidRDefault="005F4A66" w:rsidP="003C75FA">
            <w:pPr>
              <w:jc w:val="center"/>
              <w:cnfStyle w:val="000000000000" w:firstRow="0" w:lastRow="0" w:firstColumn="0" w:lastColumn="0" w:oddVBand="0" w:evenVBand="0" w:oddHBand="0" w:evenHBand="0" w:firstRowFirstColumn="0" w:firstRowLastColumn="0" w:lastRowFirstColumn="0" w:lastRowLastColumn="0"/>
            </w:pPr>
            <w:r w:rsidRPr="005F4A66">
              <w:t>Pass</w:t>
            </w:r>
          </w:p>
        </w:tc>
        <w:tc>
          <w:tcPr>
            <w:tcW w:w="318" w:type="pct"/>
            <w:shd w:val="clear" w:color="auto" w:fill="auto"/>
          </w:tcPr>
          <w:p w:rsidR="00444595" w:rsidRPr="008543A8" w:rsidRDefault="00444595"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457F69" w:rsidTr="003B78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shd w:val="clear" w:color="auto" w:fill="auto"/>
          </w:tcPr>
          <w:p w:rsidR="003C75FA" w:rsidRPr="008543A8" w:rsidRDefault="00355593" w:rsidP="003C75FA">
            <w:pPr>
              <w:pStyle w:val="ListNumber"/>
              <w:numPr>
                <w:ilvl w:val="0"/>
                <w:numId w:val="0"/>
              </w:numPr>
            </w:pPr>
            <w:r>
              <w:t>25</w:t>
            </w:r>
            <w:r w:rsidR="003C75FA">
              <w:t>.</w:t>
            </w:r>
          </w:p>
        </w:tc>
        <w:tc>
          <w:tcPr>
            <w:tcW w:w="3856" w:type="pct"/>
            <w:shd w:val="clear" w:color="auto" w:fill="auto"/>
          </w:tcPr>
          <w:p w:rsidR="003C75FA" w:rsidRPr="000773EB" w:rsidRDefault="003C75FA" w:rsidP="003C75FA">
            <w:pPr>
              <w:cnfStyle w:val="000000100000" w:firstRow="0" w:lastRow="0" w:firstColumn="0" w:lastColumn="0" w:oddVBand="0" w:evenVBand="0" w:oddHBand="1" w:evenHBand="0" w:firstRowFirstColumn="0" w:firstRowLastColumn="0" w:lastRowFirstColumn="0" w:lastRowLastColumn="0"/>
            </w:pPr>
            <w:r>
              <w:rPr>
                <w:rFonts w:asciiTheme="majorHAnsi" w:hAnsiTheme="majorHAnsi" w:cstheme="majorHAnsi"/>
                <w:b/>
              </w:rPr>
              <w:t>Actions</w:t>
            </w:r>
          </w:p>
        </w:tc>
        <w:tc>
          <w:tcPr>
            <w:tcW w:w="390" w:type="pct"/>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r>
              <w:t>Pass</w:t>
            </w:r>
          </w:p>
        </w:tc>
        <w:tc>
          <w:tcPr>
            <w:tcW w:w="318" w:type="pct"/>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3C75FA" w:rsidP="003C75FA">
            <w:pPr>
              <w:pStyle w:val="ListNumber"/>
              <w:numPr>
                <w:ilvl w:val="0"/>
                <w:numId w:val="0"/>
              </w:numPr>
              <w:rPr>
                <w:b w:val="0"/>
                <w:bCs w:val="0"/>
              </w:rPr>
            </w:pPr>
          </w:p>
          <w:p w:rsidR="003C75FA" w:rsidRPr="008543A8" w:rsidRDefault="003C75FA" w:rsidP="003C75FA">
            <w:pPr>
              <w:pStyle w:val="ListNumber"/>
              <w:numPr>
                <w:ilvl w:val="0"/>
                <w:numId w:val="0"/>
              </w:numPr>
            </w:pPr>
          </w:p>
        </w:tc>
        <w:tc>
          <w:tcPr>
            <w:tcW w:w="3856" w:type="pct"/>
            <w:shd w:val="clear" w:color="auto" w:fill="auto"/>
          </w:tcPr>
          <w:p w:rsidR="003C75FA" w:rsidRDefault="003C75FA"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cstheme="minorHAnsi"/>
                <w:color w:val="auto"/>
              </w:rPr>
              <w:t>When prompted ‘</w:t>
            </w:r>
            <w:r>
              <w:rPr>
                <w:rFonts w:ascii="r_ansi" w:hAnsi="r_ansi" w:cs="r_ansi"/>
                <w:sz w:val="20"/>
                <w:szCs w:val="20"/>
              </w:rPr>
              <w:t xml:space="preserve">Remote site drug name: </w:t>
            </w:r>
            <w:r w:rsidRPr="008627A6">
              <w:rPr>
                <w:rFonts w:ascii="r_ansi" w:hAnsi="r_ansi" w:cs="r_ansi"/>
                <w:i/>
                <w:sz w:val="20"/>
                <w:szCs w:val="20"/>
              </w:rPr>
              <w:t>[DRUG NAME]</w:t>
            </w:r>
          </w:p>
          <w:p w:rsidR="003C75FA" w:rsidRDefault="003C75FA"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i/>
                <w:sz w:val="20"/>
                <w:szCs w:val="20"/>
              </w:rPr>
            </w:pPr>
            <w:r>
              <w:rPr>
                <w:rFonts w:ascii="r_ansi" w:hAnsi="r_ansi" w:cs="r_ansi"/>
                <w:sz w:val="20"/>
                <w:szCs w:val="20"/>
              </w:rPr>
              <w:t xml:space="preserve">Matching Drug Found for Dispensing: </w:t>
            </w:r>
            <w:r w:rsidRPr="008627A6">
              <w:rPr>
                <w:rFonts w:ascii="r_ansi" w:hAnsi="r_ansi" w:cs="r_ansi"/>
                <w:i/>
                <w:sz w:val="20"/>
                <w:szCs w:val="20"/>
              </w:rPr>
              <w:t>[DRUG NAME]</w:t>
            </w:r>
          </w:p>
          <w:p w:rsidR="003C75FA" w:rsidRDefault="003C75FA" w:rsidP="003C75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r_ansi" w:hAnsi="r_ansi" w:cs="r_ansi"/>
                <w:sz w:val="20"/>
                <w:szCs w:val="20"/>
              </w:rPr>
            </w:pPr>
            <w:r>
              <w:rPr>
                <w:rFonts w:ascii="r_ansi" w:hAnsi="r_ansi" w:cs="r_ansi"/>
                <w:sz w:val="20"/>
                <w:szCs w:val="20"/>
              </w:rPr>
              <w:t>Would you like to use the system matched drug for this</w:t>
            </w:r>
          </w:p>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proofErr w:type="gramStart"/>
            <w:r>
              <w:rPr>
                <w:rFonts w:ascii="r_ansi" w:hAnsi="r_ansi" w:cs="r_ansi"/>
                <w:sz w:val="20"/>
                <w:szCs w:val="20"/>
              </w:rPr>
              <w:t>refill/partial</w:t>
            </w:r>
            <w:proofErr w:type="gramEnd"/>
            <w:r>
              <w:rPr>
                <w:rFonts w:ascii="r_ansi" w:hAnsi="r_ansi" w:cs="r_ansi"/>
                <w:sz w:val="20"/>
                <w:szCs w:val="20"/>
              </w:rPr>
              <w:t xml:space="preserve"> fill? NO//’, answer ‘YES’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3C75FA">
            <w:pPr>
              <w:cnfStyle w:val="000000100000" w:firstRow="0" w:lastRow="0" w:firstColumn="0" w:lastColumn="0" w:oddVBand="0" w:evenVBand="0" w:oddHBand="1" w:evenHBand="0" w:firstRowFirstColumn="0" w:firstRowLastColumn="0" w:lastRowFirstColumn="0" w:lastRowLastColumn="0"/>
              <w:rPr>
                <w:rFonts w:cstheme="minorHAnsi"/>
                <w:color w:val="auto"/>
              </w:rPr>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cstheme="minorHAnsi"/>
              </w:rPr>
              <w:t>User will be taken to the next prompt</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355593" w:rsidP="003C75FA">
            <w:pPr>
              <w:pStyle w:val="ListNumber"/>
              <w:numPr>
                <w:ilvl w:val="0"/>
                <w:numId w:val="0"/>
              </w:numPr>
            </w:pPr>
            <w:r>
              <w:t>2</w:t>
            </w:r>
            <w:r w:rsidR="005F4A66">
              <w:t>6.</w:t>
            </w: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3C75FA">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 xml:space="preserve">When prompted ‘Enter </w:t>
            </w:r>
            <w:proofErr w:type="gramStart"/>
            <w:r>
              <w:rPr>
                <w:rFonts w:cstheme="minorHAnsi"/>
                <w:color w:val="auto"/>
              </w:rPr>
              <w:t>Quantity:’,</w:t>
            </w:r>
            <w:proofErr w:type="gramEnd"/>
            <w:r>
              <w:rPr>
                <w:rFonts w:cstheme="minorHAnsi"/>
                <w:color w:val="auto"/>
              </w:rPr>
              <w:t xml:space="preserve"> enter the desired quantity for the partial fill.</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User is taken to the next prompt.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AC3EA2" w:rsidP="003C75FA">
            <w:pPr>
              <w:pStyle w:val="ListNumber"/>
              <w:numPr>
                <w:ilvl w:val="0"/>
                <w:numId w:val="0"/>
              </w:numPr>
            </w:pPr>
            <w:r>
              <w:t>2</w:t>
            </w:r>
            <w:r w:rsidR="005F4A66">
              <w:t>7.</w:t>
            </w: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3C75FA">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When prompted ‘</w:t>
            </w:r>
            <w:r>
              <w:rPr>
                <w:rFonts w:ascii="r_ansi" w:hAnsi="r_ansi" w:cs="r_ansi"/>
                <w:sz w:val="20"/>
                <w:szCs w:val="20"/>
              </w:rPr>
              <w:t xml:space="preserve">DAYS </w:t>
            </w:r>
            <w:proofErr w:type="gramStart"/>
            <w:r>
              <w:rPr>
                <w:rFonts w:ascii="r_ansi" w:hAnsi="r_ansi" w:cs="r_ansi"/>
                <w:sz w:val="20"/>
                <w:szCs w:val="20"/>
              </w:rPr>
              <w:t>SUPPLY:</w:t>
            </w:r>
            <w:r>
              <w:rPr>
                <w:rFonts w:cstheme="minorHAnsi"/>
                <w:color w:val="auto"/>
              </w:rPr>
              <w:t>’,</w:t>
            </w:r>
            <w:proofErr w:type="gramEnd"/>
            <w:r>
              <w:rPr>
                <w:rFonts w:cstheme="minorHAnsi"/>
                <w:color w:val="auto"/>
              </w:rPr>
              <w:t xml:space="preserve"> enter the desired quantity for the partial fill.</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User is taken to the next prompt.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AC3EA2" w:rsidP="003C75FA">
            <w:pPr>
              <w:pStyle w:val="ListNumber"/>
              <w:numPr>
                <w:ilvl w:val="0"/>
                <w:numId w:val="0"/>
              </w:numPr>
            </w:pPr>
            <w:r>
              <w:t>2</w:t>
            </w:r>
            <w:r w:rsidR="005F4A66">
              <w:t>8.</w:t>
            </w: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3C75FA">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When prompted ‘</w:t>
            </w:r>
            <w:r>
              <w:rPr>
                <w:rFonts w:ascii="r_ansi" w:hAnsi="r_ansi" w:cs="r_ansi"/>
                <w:sz w:val="20"/>
                <w:szCs w:val="20"/>
              </w:rPr>
              <w:t xml:space="preserve">DAYS </w:t>
            </w:r>
            <w:proofErr w:type="gramStart"/>
            <w:r>
              <w:rPr>
                <w:rFonts w:ascii="r_ansi" w:hAnsi="r_ansi" w:cs="r_ansi"/>
                <w:sz w:val="20"/>
                <w:szCs w:val="20"/>
              </w:rPr>
              <w:t>SUPPLY:</w:t>
            </w:r>
            <w:r>
              <w:rPr>
                <w:rFonts w:cstheme="minorHAnsi"/>
                <w:color w:val="auto"/>
              </w:rPr>
              <w:t>’,</w:t>
            </w:r>
            <w:proofErr w:type="gramEnd"/>
            <w:r>
              <w:rPr>
                <w:rFonts w:cstheme="minorHAnsi"/>
                <w:color w:val="auto"/>
              </w:rPr>
              <w:t xml:space="preserve"> enter the desired quantity for the partial fill.</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User is taken to the next prompt.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5F4A66" w:rsidP="003C75FA">
            <w:pPr>
              <w:pStyle w:val="ListNumber"/>
              <w:numPr>
                <w:ilvl w:val="0"/>
                <w:numId w:val="0"/>
              </w:numPr>
            </w:pPr>
            <w:r>
              <w:t>29.</w:t>
            </w: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AC3EA2">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When prompted ‘</w:t>
            </w:r>
            <w:r w:rsidR="00AC3EA2">
              <w:rPr>
                <w:rFonts w:ascii="r_ansi" w:hAnsi="r_ansi" w:cs="r_ansi"/>
                <w:sz w:val="20"/>
                <w:szCs w:val="20"/>
              </w:rPr>
              <w:t>Select PHARMACIST Name: ZZTEST</w:t>
            </w:r>
            <w:proofErr w:type="gramStart"/>
            <w:r w:rsidR="00AC3EA2">
              <w:rPr>
                <w:rFonts w:ascii="r_ansi" w:hAnsi="r_ansi" w:cs="r_ansi"/>
                <w:sz w:val="20"/>
                <w:szCs w:val="20"/>
              </w:rPr>
              <w:t>,PHARMACIST</w:t>
            </w:r>
            <w:proofErr w:type="gramEnd"/>
            <w:r w:rsidR="00AC3EA2">
              <w:rPr>
                <w:rFonts w:ascii="r_ansi" w:hAnsi="r_ansi" w:cs="r_ansi"/>
                <w:sz w:val="20"/>
                <w:szCs w:val="20"/>
              </w:rPr>
              <w:t>//</w:t>
            </w:r>
            <w:r>
              <w:rPr>
                <w:rFonts w:cstheme="minorHAnsi"/>
                <w:color w:val="auto"/>
              </w:rPr>
              <w:t xml:space="preserve">’, </w:t>
            </w:r>
            <w:r w:rsidR="00AC3EA2">
              <w:rPr>
                <w:rFonts w:cstheme="minorHAnsi"/>
                <w:color w:val="auto"/>
              </w:rPr>
              <w:t>accept the default, or enter the appropriate pharmacist for the partial fill.</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User is taken to the next prompt.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3C75FA" w:rsidRPr="008543A8" w:rsidRDefault="005F4A66" w:rsidP="003C75FA">
            <w:pPr>
              <w:pStyle w:val="ListNumber"/>
              <w:numPr>
                <w:ilvl w:val="0"/>
                <w:numId w:val="0"/>
              </w:numPr>
            </w:pPr>
            <w:r>
              <w:t>30.</w:t>
            </w: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974680" w:rsidRDefault="003C75FA" w:rsidP="00AC3EA2">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 xml:space="preserve">When prompted </w:t>
            </w:r>
            <w:proofErr w:type="gramStart"/>
            <w:r>
              <w:rPr>
                <w:rFonts w:cstheme="minorHAnsi"/>
                <w:color w:val="auto"/>
              </w:rPr>
              <w:t>‘</w:t>
            </w:r>
            <w:r w:rsidR="00AC3EA2">
              <w:rPr>
                <w:rFonts w:ascii="r_ansi" w:hAnsi="r_ansi" w:cs="r_ansi"/>
                <w:sz w:val="20"/>
                <w:szCs w:val="20"/>
              </w:rPr>
              <w:t>REMARKS</w:t>
            </w:r>
            <w:r>
              <w:rPr>
                <w:rFonts w:ascii="r_ansi" w:hAnsi="r_ansi" w:cs="r_ansi"/>
                <w:sz w:val="20"/>
                <w:szCs w:val="20"/>
              </w:rPr>
              <w:t>:</w:t>
            </w:r>
            <w:r>
              <w:rPr>
                <w:rFonts w:cstheme="minorHAnsi"/>
                <w:color w:val="auto"/>
              </w:rPr>
              <w:t>’,</w:t>
            </w:r>
            <w:proofErr w:type="gramEnd"/>
            <w:r>
              <w:rPr>
                <w:rFonts w:cstheme="minorHAnsi"/>
                <w:color w:val="auto"/>
              </w:rPr>
              <w:t xml:space="preserve"> enter the </w:t>
            </w:r>
            <w:r w:rsidR="00AC3EA2">
              <w:rPr>
                <w:rFonts w:cstheme="minorHAnsi"/>
                <w:color w:val="auto"/>
              </w:rPr>
              <w:t>appropriate remarks for the partial fill request.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3C75FA" w:rsidRPr="008543A8" w:rsidTr="003C75FA">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0773EB" w:rsidRDefault="003C75FA" w:rsidP="003C75FA">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000000" w:firstRow="0" w:lastRow="0" w:firstColumn="0" w:lastColumn="0" w:oddVBand="0" w:evenVBand="0" w:oddHBand="0" w:evenHBand="0" w:firstRowFirstColumn="0" w:firstRowLastColumn="0" w:lastRowFirstColumn="0" w:lastRowLastColumn="0"/>
            </w:pPr>
          </w:p>
        </w:tc>
      </w:tr>
      <w:tr w:rsidR="003C75FA" w:rsidRPr="008543A8" w:rsidTr="003C75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3C75FA" w:rsidRPr="008543A8" w:rsidRDefault="003C75FA" w:rsidP="003C75FA">
            <w:pPr>
              <w:pStyle w:val="ListNumber"/>
              <w:numPr>
                <w:ilvl w:val="0"/>
                <w:numId w:val="0"/>
              </w:numPr>
            </w:pPr>
          </w:p>
        </w:tc>
        <w:tc>
          <w:tcPr>
            <w:tcW w:w="3856" w:type="pct"/>
            <w:shd w:val="clear" w:color="auto" w:fill="auto"/>
          </w:tcPr>
          <w:p w:rsidR="003C75FA" w:rsidRPr="00A40A35" w:rsidRDefault="003C75FA" w:rsidP="003C75F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User is taken to the next prompt.</w:t>
            </w:r>
          </w:p>
        </w:tc>
        <w:tc>
          <w:tcPr>
            <w:tcW w:w="390"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3C75FA" w:rsidRPr="008543A8" w:rsidRDefault="003C75FA" w:rsidP="003C75FA">
            <w:pPr>
              <w:jc w:val="center"/>
              <w:cnfStyle w:val="000000100000" w:firstRow="0" w:lastRow="0" w:firstColumn="0" w:lastColumn="0" w:oddVBand="0" w:evenVBand="0" w:oddHBand="1" w:evenHBand="0" w:firstRowFirstColumn="0" w:firstRowLastColumn="0" w:lastRowFirstColumn="0" w:lastRowLastColumn="0"/>
            </w:pPr>
          </w:p>
        </w:tc>
      </w:tr>
      <w:tr w:rsidR="00AC3EA2" w:rsidRPr="008543A8" w:rsidTr="00C14D04">
        <w:tc>
          <w:tcPr>
            <w:cnfStyle w:val="001000000000" w:firstRow="0" w:lastRow="0" w:firstColumn="1" w:lastColumn="0" w:oddVBand="0" w:evenVBand="0" w:oddHBand="0" w:evenHBand="0" w:firstRowFirstColumn="0" w:firstRowLastColumn="0" w:lastRowFirstColumn="0" w:lastRowLastColumn="0"/>
            <w:tcW w:w="436" w:type="pct"/>
            <w:vMerge w:val="restart"/>
            <w:shd w:val="clear" w:color="auto" w:fill="auto"/>
          </w:tcPr>
          <w:p w:rsidR="00AC3EA2" w:rsidRPr="008543A8" w:rsidRDefault="00355593" w:rsidP="00C14D04">
            <w:pPr>
              <w:pStyle w:val="ListNumber"/>
              <w:numPr>
                <w:ilvl w:val="0"/>
                <w:numId w:val="0"/>
              </w:numPr>
            </w:pPr>
            <w:r>
              <w:t>3</w:t>
            </w:r>
            <w:r w:rsidR="005F4A66">
              <w:t>1.</w:t>
            </w:r>
          </w:p>
        </w:tc>
        <w:tc>
          <w:tcPr>
            <w:tcW w:w="3856" w:type="pct"/>
            <w:shd w:val="clear" w:color="auto" w:fill="auto"/>
          </w:tcPr>
          <w:p w:rsidR="00AC3EA2" w:rsidRPr="000773EB" w:rsidRDefault="00AC3EA2" w:rsidP="00C14D04">
            <w:pPr>
              <w:cnfStyle w:val="000000000000" w:firstRow="0" w:lastRow="0" w:firstColumn="0" w:lastColumn="0" w:oddVBand="0" w:evenVBand="0" w:oddHBand="0" w:evenHBand="0" w:firstRowFirstColumn="0" w:firstRowLastColumn="0" w:lastRowFirstColumn="0" w:lastRowLastColumn="0"/>
            </w:pPr>
            <w:r>
              <w:rPr>
                <w:rFonts w:asciiTheme="majorHAnsi" w:hAnsiTheme="majorHAnsi" w:cstheme="majorHAnsi"/>
                <w:b/>
              </w:rPr>
              <w:t>Actions</w:t>
            </w:r>
          </w:p>
        </w:tc>
        <w:tc>
          <w:tcPr>
            <w:tcW w:w="390" w:type="pct"/>
            <w:vMerge w:val="restart"/>
            <w:shd w:val="clear" w:color="auto" w:fill="auto"/>
          </w:tcPr>
          <w:p w:rsidR="00AC3EA2" w:rsidRPr="008543A8" w:rsidRDefault="00AC3EA2" w:rsidP="00C14D04">
            <w:pPr>
              <w:jc w:val="center"/>
              <w:cnfStyle w:val="000000000000" w:firstRow="0" w:lastRow="0" w:firstColumn="0" w:lastColumn="0" w:oddVBand="0" w:evenVBand="0" w:oddHBand="0" w:evenHBand="0" w:firstRowFirstColumn="0" w:firstRowLastColumn="0" w:lastRowFirstColumn="0" w:lastRowLastColumn="0"/>
            </w:pPr>
            <w:r>
              <w:t>Pass</w:t>
            </w:r>
          </w:p>
        </w:tc>
        <w:tc>
          <w:tcPr>
            <w:tcW w:w="318" w:type="pct"/>
            <w:vMerge w:val="restart"/>
            <w:shd w:val="clear" w:color="auto" w:fill="auto"/>
          </w:tcPr>
          <w:p w:rsidR="00AC3EA2" w:rsidRPr="008543A8" w:rsidRDefault="00AC3EA2" w:rsidP="00C14D04">
            <w:pPr>
              <w:jc w:val="center"/>
              <w:cnfStyle w:val="000000000000" w:firstRow="0" w:lastRow="0" w:firstColumn="0" w:lastColumn="0" w:oddVBand="0" w:evenVBand="0" w:oddHBand="0" w:evenHBand="0" w:firstRowFirstColumn="0" w:firstRowLastColumn="0" w:lastRowFirstColumn="0" w:lastRowLastColumn="0"/>
            </w:pPr>
          </w:p>
        </w:tc>
      </w:tr>
      <w:tr w:rsidR="00AC3EA2"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AC3EA2" w:rsidRPr="008543A8" w:rsidRDefault="00AC3EA2" w:rsidP="00C14D04">
            <w:pPr>
              <w:pStyle w:val="ListNumber"/>
              <w:numPr>
                <w:ilvl w:val="0"/>
                <w:numId w:val="0"/>
              </w:numPr>
            </w:pPr>
          </w:p>
        </w:tc>
        <w:tc>
          <w:tcPr>
            <w:tcW w:w="3856" w:type="pct"/>
            <w:shd w:val="clear" w:color="auto" w:fill="auto"/>
          </w:tcPr>
          <w:p w:rsidR="00AC3EA2" w:rsidRPr="00974680" w:rsidRDefault="00AC3EA2" w:rsidP="00C14D04">
            <w:pPr>
              <w:cnfStyle w:val="000000100000" w:firstRow="0" w:lastRow="0" w:firstColumn="0" w:lastColumn="0" w:oddVBand="0" w:evenVBand="0" w:oddHBand="1" w:evenHBand="0" w:firstRowFirstColumn="0" w:firstRowLastColumn="0" w:lastRowFirstColumn="0" w:lastRowLastColumn="0"/>
              <w:rPr>
                <w:rFonts w:cstheme="minorHAnsi"/>
                <w:color w:val="auto"/>
              </w:rPr>
            </w:pPr>
            <w:r>
              <w:rPr>
                <w:rFonts w:cstheme="minorHAnsi"/>
                <w:color w:val="auto"/>
              </w:rPr>
              <w:t xml:space="preserve">When prompted </w:t>
            </w:r>
            <w:proofErr w:type="gramStart"/>
            <w:r>
              <w:rPr>
                <w:rFonts w:cstheme="minorHAnsi"/>
                <w:color w:val="auto"/>
              </w:rPr>
              <w:t>‘</w:t>
            </w:r>
            <w:r>
              <w:rPr>
                <w:rFonts w:ascii="r_ansi" w:hAnsi="r_ansi" w:cs="r_ansi"/>
                <w:sz w:val="20"/>
                <w:szCs w:val="20"/>
              </w:rPr>
              <w:t>REMARKS:</w:t>
            </w:r>
            <w:r>
              <w:rPr>
                <w:rFonts w:cstheme="minorHAnsi"/>
                <w:color w:val="auto"/>
              </w:rPr>
              <w:t>’,</w:t>
            </w:r>
            <w:proofErr w:type="gramEnd"/>
            <w:r>
              <w:rPr>
                <w:rFonts w:cstheme="minorHAnsi"/>
                <w:color w:val="auto"/>
              </w:rPr>
              <w:t xml:space="preserve"> enter the appropriate remarks for the partial fill request.</w:t>
            </w:r>
          </w:p>
        </w:tc>
        <w:tc>
          <w:tcPr>
            <w:tcW w:w="390" w:type="pct"/>
            <w:vMerge/>
            <w:shd w:val="clear" w:color="auto" w:fill="auto"/>
          </w:tcPr>
          <w:p w:rsidR="00AC3EA2" w:rsidRPr="008543A8" w:rsidRDefault="00AC3EA2" w:rsidP="00C14D04">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AC3EA2" w:rsidRPr="008543A8" w:rsidRDefault="00AC3EA2" w:rsidP="00C14D04">
            <w:pPr>
              <w:jc w:val="center"/>
              <w:cnfStyle w:val="000000100000" w:firstRow="0" w:lastRow="0" w:firstColumn="0" w:lastColumn="0" w:oddVBand="0" w:evenVBand="0" w:oddHBand="1" w:evenHBand="0" w:firstRowFirstColumn="0" w:firstRowLastColumn="0" w:lastRowFirstColumn="0" w:lastRowLastColumn="0"/>
            </w:pPr>
          </w:p>
        </w:tc>
      </w:tr>
      <w:tr w:rsidR="00AC3EA2" w:rsidRPr="008543A8" w:rsidTr="00C14D04">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AC3EA2" w:rsidRPr="008543A8" w:rsidRDefault="00AC3EA2" w:rsidP="00C14D04">
            <w:pPr>
              <w:pStyle w:val="ListNumber"/>
              <w:numPr>
                <w:ilvl w:val="0"/>
                <w:numId w:val="0"/>
              </w:numPr>
            </w:pPr>
          </w:p>
        </w:tc>
        <w:tc>
          <w:tcPr>
            <w:tcW w:w="3856" w:type="pct"/>
            <w:shd w:val="clear" w:color="auto" w:fill="auto"/>
          </w:tcPr>
          <w:p w:rsidR="00AC3EA2" w:rsidRPr="000773EB" w:rsidRDefault="00AC3EA2" w:rsidP="00C14D04">
            <w:pPr>
              <w:cnfStyle w:val="000000000000" w:firstRow="0" w:lastRow="0" w:firstColumn="0" w:lastColumn="0" w:oddVBand="0" w:evenVBand="0" w:oddHBand="0" w:evenHBand="0" w:firstRowFirstColumn="0" w:firstRowLastColumn="0" w:lastRowFirstColumn="0" w:lastRowLastColumn="0"/>
            </w:pPr>
            <w:r w:rsidRPr="00FA5037">
              <w:rPr>
                <w:rFonts w:asciiTheme="majorHAnsi" w:hAnsiTheme="majorHAnsi" w:cstheme="majorHAnsi"/>
                <w:b/>
              </w:rPr>
              <w:t>Expected Results</w:t>
            </w:r>
          </w:p>
        </w:tc>
        <w:tc>
          <w:tcPr>
            <w:tcW w:w="390" w:type="pct"/>
            <w:vMerge/>
            <w:shd w:val="clear" w:color="auto" w:fill="auto"/>
          </w:tcPr>
          <w:p w:rsidR="00AC3EA2" w:rsidRPr="008543A8" w:rsidRDefault="00AC3EA2" w:rsidP="00C14D04">
            <w:pPr>
              <w:jc w:val="center"/>
              <w:cnfStyle w:val="000000000000" w:firstRow="0" w:lastRow="0" w:firstColumn="0" w:lastColumn="0" w:oddVBand="0" w:evenVBand="0" w:oddHBand="0" w:evenHBand="0" w:firstRowFirstColumn="0" w:firstRowLastColumn="0" w:lastRowFirstColumn="0" w:lastRowLastColumn="0"/>
            </w:pPr>
          </w:p>
        </w:tc>
        <w:tc>
          <w:tcPr>
            <w:tcW w:w="318" w:type="pct"/>
            <w:vMerge/>
            <w:shd w:val="clear" w:color="auto" w:fill="auto"/>
          </w:tcPr>
          <w:p w:rsidR="00AC3EA2" w:rsidRPr="008543A8" w:rsidRDefault="00AC3EA2" w:rsidP="00C14D04">
            <w:pPr>
              <w:jc w:val="center"/>
              <w:cnfStyle w:val="000000000000" w:firstRow="0" w:lastRow="0" w:firstColumn="0" w:lastColumn="0" w:oddVBand="0" w:evenVBand="0" w:oddHBand="0" w:evenHBand="0" w:firstRowFirstColumn="0" w:firstRowLastColumn="0" w:lastRowFirstColumn="0" w:lastRowLastColumn="0"/>
            </w:pPr>
          </w:p>
        </w:tc>
      </w:tr>
      <w:tr w:rsidR="00AC3EA2" w:rsidRPr="008543A8" w:rsidTr="00C14D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vMerge/>
            <w:shd w:val="clear" w:color="auto" w:fill="auto"/>
          </w:tcPr>
          <w:p w:rsidR="00AC3EA2" w:rsidRPr="008543A8" w:rsidRDefault="00AC3EA2" w:rsidP="00C14D04">
            <w:pPr>
              <w:pStyle w:val="ListNumber"/>
              <w:numPr>
                <w:ilvl w:val="0"/>
                <w:numId w:val="0"/>
              </w:numPr>
            </w:pPr>
          </w:p>
        </w:tc>
        <w:tc>
          <w:tcPr>
            <w:tcW w:w="3856" w:type="pct"/>
            <w:shd w:val="clear" w:color="auto" w:fill="auto"/>
          </w:tcPr>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 message will display to the user</w:t>
            </w: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r>
              <w:rPr>
                <w:rFonts w:ascii="r_ansi" w:hAnsi="r_ansi" w:cs="r_ansi"/>
                <w:sz w:val="20"/>
                <w:szCs w:val="20"/>
              </w:rPr>
              <w:t>Processing refill request. Please be patient as it may take a moment for the host site to respond and generate your label data...</w:t>
            </w: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Unable to complete transaction. </w:t>
            </w: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r>
              <w:rPr>
                <w:rFonts w:ascii="r_ansi" w:hAnsi="r_ansi" w:cs="r_ansi"/>
                <w:sz w:val="20"/>
                <w:szCs w:val="20"/>
              </w:rPr>
              <w:t xml:space="preserve">The </w:t>
            </w:r>
            <w:proofErr w:type="spellStart"/>
            <w:r>
              <w:rPr>
                <w:rFonts w:ascii="r_ansi" w:hAnsi="r_ansi" w:cs="r_ansi"/>
                <w:sz w:val="20"/>
                <w:szCs w:val="20"/>
              </w:rPr>
              <w:t>OneVA</w:t>
            </w:r>
            <w:proofErr w:type="spellEnd"/>
            <w:r>
              <w:rPr>
                <w:rFonts w:ascii="r_ansi" w:hAnsi="r_ansi" w:cs="r_ansi"/>
                <w:sz w:val="20"/>
                <w:szCs w:val="20"/>
              </w:rPr>
              <w:t xml:space="preserve"> pharmacy flag is turned 'OFF' at this facility.</w:t>
            </w:r>
          </w:p>
          <w:p w:rsidR="00AC3EA2"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r_ansi" w:hAnsi="r_ansi" w:cs="r_ansi"/>
                <w:sz w:val="20"/>
                <w:szCs w:val="20"/>
              </w:rPr>
            </w:pPr>
            <w:r>
              <w:rPr>
                <w:rFonts w:ascii="r_ansi" w:hAnsi="r_ansi" w:cs="r_ansi"/>
                <w:sz w:val="20"/>
                <w:szCs w:val="20"/>
              </w:rPr>
              <w:t>Unable to process refill/partial fill requests.</w:t>
            </w:r>
          </w:p>
          <w:p w:rsidR="00AC3EA2" w:rsidRPr="00A40A35" w:rsidRDefault="00AC3EA2" w:rsidP="00AC3EA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Pr>
                <w:rFonts w:ascii="r_ansi" w:hAnsi="r_ansi" w:cs="r_ansi"/>
                <w:sz w:val="20"/>
                <w:szCs w:val="20"/>
              </w:rPr>
              <w:t>Press RETURN to continue:</w:t>
            </w:r>
          </w:p>
        </w:tc>
        <w:tc>
          <w:tcPr>
            <w:tcW w:w="390" w:type="pct"/>
            <w:vMerge/>
            <w:shd w:val="clear" w:color="auto" w:fill="auto"/>
          </w:tcPr>
          <w:p w:rsidR="00AC3EA2" w:rsidRPr="008543A8" w:rsidRDefault="00AC3EA2" w:rsidP="00C14D04">
            <w:pPr>
              <w:jc w:val="center"/>
              <w:cnfStyle w:val="000000100000" w:firstRow="0" w:lastRow="0" w:firstColumn="0" w:lastColumn="0" w:oddVBand="0" w:evenVBand="0" w:oddHBand="1" w:evenHBand="0" w:firstRowFirstColumn="0" w:firstRowLastColumn="0" w:lastRowFirstColumn="0" w:lastRowLastColumn="0"/>
            </w:pPr>
          </w:p>
        </w:tc>
        <w:tc>
          <w:tcPr>
            <w:tcW w:w="318" w:type="pct"/>
            <w:vMerge/>
            <w:shd w:val="clear" w:color="auto" w:fill="auto"/>
          </w:tcPr>
          <w:p w:rsidR="00AC3EA2" w:rsidRPr="008543A8" w:rsidRDefault="00AC3EA2" w:rsidP="00C14D04">
            <w:pPr>
              <w:jc w:val="center"/>
              <w:cnfStyle w:val="000000100000" w:firstRow="0" w:lastRow="0" w:firstColumn="0" w:lastColumn="0" w:oddVBand="0" w:evenVBand="0" w:oddHBand="1"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5"/>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D41" w:rsidRDefault="00137D41" w:rsidP="00856B83">
      <w:pPr>
        <w:spacing w:after="0" w:line="240" w:lineRule="auto"/>
      </w:pPr>
      <w:r>
        <w:separator/>
      </w:r>
    </w:p>
  </w:endnote>
  <w:endnote w:type="continuationSeparator" w:id="0">
    <w:p w:rsidR="00137D41" w:rsidRDefault="00137D41"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altName w:val="Calibr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5FA" w:rsidRPr="00A01591" w:rsidRDefault="003C75FA" w:rsidP="00146CAA">
    <w:pPr>
      <w:pStyle w:val="Subtitle"/>
      <w:jc w:val="left"/>
      <w:rPr>
        <w:rFonts w:asciiTheme="majorHAnsi" w:hAnsiTheme="majorHAnsi" w:cstheme="majorHAnsi"/>
        <w:sz w:val="20"/>
        <w:szCs w:val="20"/>
      </w:rPr>
    </w:pPr>
    <w:r w:rsidRPr="00A01591">
      <w:rPr>
        <w:rFonts w:asciiTheme="majorHAnsi" w:hAnsiTheme="majorHAnsi" w:cstheme="majorHAnsi"/>
        <w:sz w:val="20"/>
        <w:szCs w:val="20"/>
      </w:rPr>
      <w:t>CAS Test Case</w:t>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fldChar w:fldCharType="begin"/>
    </w:r>
    <w:r w:rsidRPr="00A01591">
      <w:rPr>
        <w:rFonts w:asciiTheme="majorHAnsi" w:hAnsiTheme="majorHAnsi" w:cstheme="majorHAnsi"/>
        <w:sz w:val="20"/>
        <w:szCs w:val="20"/>
      </w:rPr>
      <w:instrText xml:space="preserve"> PAGE   \* MERGEFORMAT </w:instrText>
    </w:r>
    <w:r w:rsidRPr="00A01591">
      <w:rPr>
        <w:rFonts w:asciiTheme="majorHAnsi" w:hAnsiTheme="majorHAnsi" w:cstheme="majorHAnsi"/>
        <w:sz w:val="20"/>
        <w:szCs w:val="20"/>
      </w:rPr>
      <w:fldChar w:fldCharType="separate"/>
    </w:r>
    <w:r w:rsidR="009847C3">
      <w:rPr>
        <w:rFonts w:asciiTheme="majorHAnsi" w:hAnsiTheme="majorHAnsi" w:cstheme="majorHAnsi"/>
        <w:noProof/>
        <w:sz w:val="20"/>
        <w:szCs w:val="20"/>
      </w:rPr>
      <w:t>iii</w:t>
    </w:r>
    <w:r w:rsidRPr="00A01591">
      <w:rPr>
        <w:rFonts w:asciiTheme="majorHAnsi" w:hAnsiTheme="majorHAnsi" w:cstheme="majorHAnsi"/>
        <w:noProof/>
        <w:sz w:val="20"/>
        <w:szCs w:val="20"/>
      </w:rPr>
      <w:fldChar w:fldCharType="end"/>
    </w:r>
    <w:r w:rsidR="00B40F13">
      <w:rPr>
        <w:rFonts w:asciiTheme="majorHAnsi" w:hAnsiTheme="majorHAnsi" w:cstheme="majorHAnsi"/>
        <w:noProof/>
        <w:sz w:val="20"/>
        <w:szCs w:val="20"/>
      </w:rPr>
      <w:tab/>
    </w:r>
    <w:r w:rsidR="00B40F13">
      <w:rPr>
        <w:rFonts w:asciiTheme="majorHAnsi" w:hAnsiTheme="majorHAnsi" w:cstheme="majorHAnsi"/>
        <w:noProof/>
        <w:sz w:val="20"/>
        <w:szCs w:val="20"/>
      </w:rPr>
      <w:tab/>
    </w:r>
    <w:r w:rsidR="00B40F13">
      <w:rPr>
        <w:rFonts w:asciiTheme="majorHAnsi" w:hAnsiTheme="majorHAnsi" w:cstheme="majorHAnsi"/>
        <w:noProof/>
        <w:sz w:val="20"/>
        <w:szCs w:val="20"/>
      </w:rPr>
      <w:tab/>
    </w:r>
    <w:r w:rsidR="00B40F13">
      <w:rPr>
        <w:rFonts w:asciiTheme="majorHAnsi" w:hAnsiTheme="majorHAnsi" w:cstheme="majorHAnsi"/>
        <w:noProof/>
        <w:sz w:val="20"/>
        <w:szCs w:val="20"/>
      </w:rPr>
      <w:tab/>
      <w:t>Octo</w:t>
    </w:r>
    <w:r>
      <w:rPr>
        <w:rFonts w:asciiTheme="majorHAnsi" w:hAnsiTheme="majorHAnsi" w:cstheme="majorHAnsi"/>
        <w:noProof/>
        <w:sz w:val="20"/>
        <w:szCs w:val="20"/>
      </w:rPr>
      <w:t>ber</w:t>
    </w:r>
    <w:r w:rsidRPr="00917FA0">
      <w:rPr>
        <w:rFonts w:asciiTheme="majorHAnsi" w:hAnsiTheme="majorHAnsi" w:cstheme="majorHAnsi"/>
        <w:i/>
        <w:noProof/>
        <w:sz w:val="20"/>
        <w:szCs w:val="20"/>
      </w:rPr>
      <w:t xml:space="preserve"> </w:t>
    </w:r>
    <w:r w:rsidRPr="00A01591">
      <w:rPr>
        <w:rFonts w:asciiTheme="majorHAnsi" w:hAnsiTheme="majorHAnsi" w:cstheme="majorHAnsi"/>
        <w:noProof/>
        <w:sz w:val="20"/>
        <w:szCs w:val="20"/>
      </w:rPr>
      <w:fldChar w:fldCharType="begin"/>
    </w:r>
    <w:r w:rsidRPr="00A01591">
      <w:rPr>
        <w:rFonts w:asciiTheme="majorHAnsi" w:hAnsiTheme="majorHAnsi" w:cstheme="majorHAnsi"/>
        <w:noProof/>
        <w:sz w:val="20"/>
        <w:szCs w:val="20"/>
      </w:rPr>
      <w:instrText xml:space="preserve"> REF PubDate \h  \* MERGEFORMAT </w:instrText>
    </w:r>
    <w:r w:rsidRPr="00A01591">
      <w:rPr>
        <w:rFonts w:asciiTheme="majorHAnsi" w:hAnsiTheme="majorHAnsi" w:cstheme="majorHAnsi"/>
        <w:noProof/>
        <w:sz w:val="20"/>
        <w:szCs w:val="20"/>
      </w:rPr>
    </w:r>
    <w:r w:rsidRPr="00A01591">
      <w:rPr>
        <w:rFonts w:asciiTheme="majorHAnsi" w:hAnsiTheme="majorHAnsi" w:cstheme="majorHAnsi"/>
        <w:noProof/>
        <w:sz w:val="20"/>
        <w:szCs w:val="20"/>
      </w:rPr>
      <w:fldChar w:fldCharType="separate"/>
    </w:r>
    <w:r w:rsidRPr="00A01591">
      <w:rPr>
        <w:rFonts w:asciiTheme="majorHAnsi" w:hAnsiTheme="majorHAnsi" w:cstheme="majorHAnsi"/>
        <w:sz w:val="20"/>
        <w:szCs w:val="20"/>
      </w:rPr>
      <w:t xml:space="preserve"> 2017</w:t>
    </w:r>
  </w:p>
  <w:p w:rsidR="003C75FA" w:rsidRDefault="003C75FA">
    <w:pPr>
      <w:pStyle w:val="Footer"/>
    </w:pPr>
    <w:r w:rsidRPr="00A01591">
      <w:rPr>
        <w:rFonts w:asciiTheme="majorHAnsi" w:hAnsiTheme="majorHAnsi" w:cstheme="maj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5FA" w:rsidRPr="00A01591" w:rsidRDefault="003C75FA" w:rsidP="000A042F">
    <w:pPr>
      <w:pStyle w:val="Subtitle"/>
      <w:jc w:val="left"/>
      <w:rPr>
        <w:rFonts w:cs="Arial"/>
        <w:sz w:val="20"/>
        <w:szCs w:val="20"/>
      </w:rPr>
    </w:pPr>
    <w:r w:rsidRPr="00A01591">
      <w:rPr>
        <w:rFonts w:cs="Arial"/>
        <w:sz w:val="20"/>
        <w:szCs w:val="20"/>
      </w:rPr>
      <w:t xml:space="preserve">CAS Test Case </w:t>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fldChar w:fldCharType="begin"/>
    </w:r>
    <w:r w:rsidRPr="00A01591">
      <w:rPr>
        <w:rFonts w:cs="Arial"/>
        <w:sz w:val="20"/>
        <w:szCs w:val="20"/>
      </w:rPr>
      <w:instrText xml:space="preserve"> PAGE   \* MERGEFORMAT </w:instrText>
    </w:r>
    <w:r w:rsidRPr="00A01591">
      <w:rPr>
        <w:rFonts w:cs="Arial"/>
        <w:sz w:val="20"/>
        <w:szCs w:val="20"/>
      </w:rPr>
      <w:fldChar w:fldCharType="separate"/>
    </w:r>
    <w:r w:rsidR="009847C3">
      <w:rPr>
        <w:rFonts w:cs="Arial"/>
        <w:noProof/>
        <w:sz w:val="20"/>
        <w:szCs w:val="20"/>
      </w:rPr>
      <w:t>1</w:t>
    </w:r>
    <w:r w:rsidRPr="00A01591">
      <w:rPr>
        <w:rFonts w:cs="Arial"/>
        <w:noProof/>
        <w:sz w:val="20"/>
        <w:szCs w:val="20"/>
      </w:rPr>
      <w:fldChar w:fldCharType="end"/>
    </w:r>
    <w:r w:rsidRPr="00A01591">
      <w:rPr>
        <w:rFonts w:cs="Arial"/>
        <w:noProof/>
        <w:sz w:val="20"/>
        <w:szCs w:val="20"/>
      </w:rPr>
      <w:tab/>
    </w:r>
    <w:r w:rsidRPr="00A01591">
      <w:rPr>
        <w:rFonts w:cs="Arial"/>
        <w:noProof/>
        <w:sz w:val="20"/>
        <w:szCs w:val="20"/>
      </w:rPr>
      <w:tab/>
    </w:r>
    <w:r w:rsidRPr="00A01591">
      <w:rPr>
        <w:rFonts w:cs="Arial"/>
        <w:noProof/>
        <w:sz w:val="20"/>
        <w:szCs w:val="20"/>
      </w:rPr>
      <w:tab/>
    </w:r>
    <w:r w:rsidRPr="00A01591">
      <w:rPr>
        <w:rFonts w:cs="Arial"/>
        <w:noProof/>
        <w:sz w:val="20"/>
        <w:szCs w:val="20"/>
      </w:rPr>
      <w:tab/>
    </w:r>
    <w:r w:rsidR="005F4A66">
      <w:rPr>
        <w:rFonts w:cs="Arial"/>
        <w:noProof/>
        <w:sz w:val="20"/>
        <w:szCs w:val="20"/>
      </w:rPr>
      <w:t>Octo</w:t>
    </w:r>
    <w:r>
      <w:rPr>
        <w:rFonts w:cs="Arial"/>
        <w:noProof/>
        <w:sz w:val="20"/>
        <w:szCs w:val="20"/>
      </w:rPr>
      <w:t>ber</w:t>
    </w:r>
    <w:r w:rsidRPr="00A01591">
      <w:rPr>
        <w:rFonts w:cs="Arial"/>
        <w:noProof/>
        <w:sz w:val="20"/>
        <w:szCs w:val="20"/>
      </w:rPr>
      <w:fldChar w:fldCharType="begin"/>
    </w:r>
    <w:r w:rsidRPr="00A01591">
      <w:rPr>
        <w:rFonts w:cs="Arial"/>
        <w:noProof/>
        <w:sz w:val="20"/>
        <w:szCs w:val="20"/>
      </w:rPr>
      <w:instrText xml:space="preserve"> REF PubDate \h  \* MERGEFORMAT </w:instrText>
    </w:r>
    <w:r w:rsidRPr="00A01591">
      <w:rPr>
        <w:rFonts w:cs="Arial"/>
        <w:noProof/>
        <w:sz w:val="20"/>
        <w:szCs w:val="20"/>
      </w:rPr>
    </w:r>
    <w:r w:rsidRPr="00A01591">
      <w:rPr>
        <w:rFonts w:cs="Arial"/>
        <w:noProof/>
        <w:sz w:val="20"/>
        <w:szCs w:val="20"/>
      </w:rPr>
      <w:fldChar w:fldCharType="separate"/>
    </w:r>
    <w:r w:rsidRPr="00A01591">
      <w:rPr>
        <w:rFonts w:cs="Arial"/>
        <w:sz w:val="20"/>
        <w:szCs w:val="20"/>
      </w:rPr>
      <w:t xml:space="preserve"> 2017</w:t>
    </w:r>
  </w:p>
  <w:p w:rsidR="003C75FA" w:rsidRPr="000E1F13" w:rsidRDefault="003C75FA">
    <w:pPr>
      <w:pStyle w:val="Footer"/>
      <w:rPr>
        <w:rFonts w:asciiTheme="majorHAnsi" w:hAnsiTheme="majorHAnsi" w:cstheme="majorHAnsi"/>
      </w:rPr>
    </w:pPr>
    <w:r w:rsidRPr="00A01591">
      <w:rPr>
        <w:rFonts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D41" w:rsidRDefault="00137D41" w:rsidP="00856B83">
      <w:pPr>
        <w:spacing w:after="0" w:line="240" w:lineRule="auto"/>
      </w:pPr>
      <w:r>
        <w:separator/>
      </w:r>
    </w:p>
  </w:footnote>
  <w:footnote w:type="continuationSeparator" w:id="0">
    <w:p w:rsidR="00137D41" w:rsidRDefault="00137D41" w:rsidP="00856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630"/>
        </w:tabs>
        <w:ind w:left="63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7"/>
  </w:num>
  <w:num w:numId="14">
    <w:abstractNumId w:val="14"/>
  </w:num>
  <w:num w:numId="15">
    <w:abstractNumId w:val="11"/>
  </w:num>
  <w:num w:numId="16">
    <w:abstractNumId w:val="13"/>
  </w:num>
  <w:num w:numId="17">
    <w:abstractNumId w:val="15"/>
  </w:num>
  <w:num w:numId="18">
    <w:abstractNumId w:val="10"/>
  </w:num>
  <w:num w:numId="19">
    <w:abstractNumId w:val="8"/>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17E0"/>
    <w:rsid w:val="00023C63"/>
    <w:rsid w:val="00024CDA"/>
    <w:rsid w:val="000505C7"/>
    <w:rsid w:val="000562C2"/>
    <w:rsid w:val="00060DEF"/>
    <w:rsid w:val="00067430"/>
    <w:rsid w:val="00070E8A"/>
    <w:rsid w:val="00090B61"/>
    <w:rsid w:val="0009679E"/>
    <w:rsid w:val="000A042F"/>
    <w:rsid w:val="000B2426"/>
    <w:rsid w:val="000B31A7"/>
    <w:rsid w:val="000C1212"/>
    <w:rsid w:val="000C162C"/>
    <w:rsid w:val="000C4550"/>
    <w:rsid w:val="000D36F1"/>
    <w:rsid w:val="000D5F57"/>
    <w:rsid w:val="000E1F13"/>
    <w:rsid w:val="000E2579"/>
    <w:rsid w:val="00113F46"/>
    <w:rsid w:val="0012167A"/>
    <w:rsid w:val="00122DFC"/>
    <w:rsid w:val="0012530A"/>
    <w:rsid w:val="00137D41"/>
    <w:rsid w:val="00144527"/>
    <w:rsid w:val="00144C36"/>
    <w:rsid w:val="00146CAA"/>
    <w:rsid w:val="00186C22"/>
    <w:rsid w:val="00190BAE"/>
    <w:rsid w:val="00193F7E"/>
    <w:rsid w:val="00195ED1"/>
    <w:rsid w:val="001C4894"/>
    <w:rsid w:val="001D0085"/>
    <w:rsid w:val="001D1ED4"/>
    <w:rsid w:val="001D3247"/>
    <w:rsid w:val="001D3359"/>
    <w:rsid w:val="001D6704"/>
    <w:rsid w:val="0020008A"/>
    <w:rsid w:val="002019CC"/>
    <w:rsid w:val="00202F5E"/>
    <w:rsid w:val="002156B2"/>
    <w:rsid w:val="002351AB"/>
    <w:rsid w:val="00236A3D"/>
    <w:rsid w:val="00264710"/>
    <w:rsid w:val="002657AC"/>
    <w:rsid w:val="002666BE"/>
    <w:rsid w:val="002A03B5"/>
    <w:rsid w:val="002A1175"/>
    <w:rsid w:val="002B2208"/>
    <w:rsid w:val="002B3C26"/>
    <w:rsid w:val="002E6920"/>
    <w:rsid w:val="002E7B46"/>
    <w:rsid w:val="002F7C70"/>
    <w:rsid w:val="00306721"/>
    <w:rsid w:val="0032039B"/>
    <w:rsid w:val="00327614"/>
    <w:rsid w:val="00350E7E"/>
    <w:rsid w:val="00355593"/>
    <w:rsid w:val="0038065E"/>
    <w:rsid w:val="0039199A"/>
    <w:rsid w:val="00393E15"/>
    <w:rsid w:val="003941BB"/>
    <w:rsid w:val="003A1E86"/>
    <w:rsid w:val="003A40B1"/>
    <w:rsid w:val="003A5A3A"/>
    <w:rsid w:val="003B5D58"/>
    <w:rsid w:val="003B785B"/>
    <w:rsid w:val="003C13DF"/>
    <w:rsid w:val="003C6B51"/>
    <w:rsid w:val="003C75FA"/>
    <w:rsid w:val="003E19BB"/>
    <w:rsid w:val="003F5B94"/>
    <w:rsid w:val="0040381E"/>
    <w:rsid w:val="0041073F"/>
    <w:rsid w:val="00434712"/>
    <w:rsid w:val="00437A98"/>
    <w:rsid w:val="00441315"/>
    <w:rsid w:val="00443D17"/>
    <w:rsid w:val="00444595"/>
    <w:rsid w:val="00455F5D"/>
    <w:rsid w:val="00457F69"/>
    <w:rsid w:val="0048031B"/>
    <w:rsid w:val="004806CC"/>
    <w:rsid w:val="00495C87"/>
    <w:rsid w:val="004B6EC8"/>
    <w:rsid w:val="004C5FA4"/>
    <w:rsid w:val="00511CE6"/>
    <w:rsid w:val="00514CB2"/>
    <w:rsid w:val="00530692"/>
    <w:rsid w:val="005462D7"/>
    <w:rsid w:val="00557A19"/>
    <w:rsid w:val="005612C0"/>
    <w:rsid w:val="00570185"/>
    <w:rsid w:val="0057304B"/>
    <w:rsid w:val="005768B4"/>
    <w:rsid w:val="005815EE"/>
    <w:rsid w:val="005843CD"/>
    <w:rsid w:val="00586A95"/>
    <w:rsid w:val="00596D78"/>
    <w:rsid w:val="005B3C0D"/>
    <w:rsid w:val="005C714A"/>
    <w:rsid w:val="005E2B16"/>
    <w:rsid w:val="005E525B"/>
    <w:rsid w:val="005F4A66"/>
    <w:rsid w:val="00601879"/>
    <w:rsid w:val="006131A6"/>
    <w:rsid w:val="00613E48"/>
    <w:rsid w:val="006406DC"/>
    <w:rsid w:val="00665245"/>
    <w:rsid w:val="0066795A"/>
    <w:rsid w:val="00672BDC"/>
    <w:rsid w:val="00672EF7"/>
    <w:rsid w:val="00687CD2"/>
    <w:rsid w:val="00690A7A"/>
    <w:rsid w:val="006A5447"/>
    <w:rsid w:val="006B3BF3"/>
    <w:rsid w:val="006C57BB"/>
    <w:rsid w:val="006C6119"/>
    <w:rsid w:val="007161B7"/>
    <w:rsid w:val="007276FE"/>
    <w:rsid w:val="00743931"/>
    <w:rsid w:val="00747D3B"/>
    <w:rsid w:val="00756634"/>
    <w:rsid w:val="007617B6"/>
    <w:rsid w:val="007735A4"/>
    <w:rsid w:val="00780967"/>
    <w:rsid w:val="0078372F"/>
    <w:rsid w:val="007845B7"/>
    <w:rsid w:val="00786B4F"/>
    <w:rsid w:val="007976FD"/>
    <w:rsid w:val="007A16CE"/>
    <w:rsid w:val="007B313B"/>
    <w:rsid w:val="007B348F"/>
    <w:rsid w:val="007C6C59"/>
    <w:rsid w:val="007D7F53"/>
    <w:rsid w:val="008059B2"/>
    <w:rsid w:val="008109B9"/>
    <w:rsid w:val="00812D7F"/>
    <w:rsid w:val="00813805"/>
    <w:rsid w:val="00815779"/>
    <w:rsid w:val="00816221"/>
    <w:rsid w:val="00821337"/>
    <w:rsid w:val="00823CF7"/>
    <w:rsid w:val="00826489"/>
    <w:rsid w:val="008361FD"/>
    <w:rsid w:val="008543A8"/>
    <w:rsid w:val="00856B83"/>
    <w:rsid w:val="00861850"/>
    <w:rsid w:val="00862763"/>
    <w:rsid w:val="008627A6"/>
    <w:rsid w:val="0086704C"/>
    <w:rsid w:val="00874BBB"/>
    <w:rsid w:val="00884A55"/>
    <w:rsid w:val="008E3803"/>
    <w:rsid w:val="0091718D"/>
    <w:rsid w:val="00917FA0"/>
    <w:rsid w:val="0095548D"/>
    <w:rsid w:val="00961D0B"/>
    <w:rsid w:val="00983B3F"/>
    <w:rsid w:val="009847C3"/>
    <w:rsid w:val="009C601D"/>
    <w:rsid w:val="009F2978"/>
    <w:rsid w:val="009F6B1C"/>
    <w:rsid w:val="00A01591"/>
    <w:rsid w:val="00A20906"/>
    <w:rsid w:val="00A22E60"/>
    <w:rsid w:val="00A40A35"/>
    <w:rsid w:val="00A41297"/>
    <w:rsid w:val="00A41DF5"/>
    <w:rsid w:val="00A50584"/>
    <w:rsid w:val="00A5122D"/>
    <w:rsid w:val="00A5188E"/>
    <w:rsid w:val="00A557B9"/>
    <w:rsid w:val="00A64048"/>
    <w:rsid w:val="00A70C8C"/>
    <w:rsid w:val="00A75D4F"/>
    <w:rsid w:val="00A81B58"/>
    <w:rsid w:val="00A95DE2"/>
    <w:rsid w:val="00AA025E"/>
    <w:rsid w:val="00AA4FB8"/>
    <w:rsid w:val="00AB5E58"/>
    <w:rsid w:val="00AC3EA2"/>
    <w:rsid w:val="00AD48AB"/>
    <w:rsid w:val="00AE0D4A"/>
    <w:rsid w:val="00AF2C21"/>
    <w:rsid w:val="00B03E8F"/>
    <w:rsid w:val="00B13B4D"/>
    <w:rsid w:val="00B267AC"/>
    <w:rsid w:val="00B40F13"/>
    <w:rsid w:val="00B50F40"/>
    <w:rsid w:val="00B5483C"/>
    <w:rsid w:val="00B6286A"/>
    <w:rsid w:val="00B719B4"/>
    <w:rsid w:val="00B72006"/>
    <w:rsid w:val="00BC6289"/>
    <w:rsid w:val="00BC6295"/>
    <w:rsid w:val="00BE14F8"/>
    <w:rsid w:val="00BE4E52"/>
    <w:rsid w:val="00BE6A13"/>
    <w:rsid w:val="00BF434C"/>
    <w:rsid w:val="00BF7635"/>
    <w:rsid w:val="00C106AD"/>
    <w:rsid w:val="00C31A76"/>
    <w:rsid w:val="00C3401A"/>
    <w:rsid w:val="00C34B63"/>
    <w:rsid w:val="00C4199A"/>
    <w:rsid w:val="00C42907"/>
    <w:rsid w:val="00C46329"/>
    <w:rsid w:val="00C53A06"/>
    <w:rsid w:val="00C57B21"/>
    <w:rsid w:val="00C72523"/>
    <w:rsid w:val="00C80FD5"/>
    <w:rsid w:val="00C84170"/>
    <w:rsid w:val="00C85163"/>
    <w:rsid w:val="00CA3D6E"/>
    <w:rsid w:val="00CA3E8A"/>
    <w:rsid w:val="00CC3D8F"/>
    <w:rsid w:val="00CD4582"/>
    <w:rsid w:val="00CE5513"/>
    <w:rsid w:val="00CF34C2"/>
    <w:rsid w:val="00D0011F"/>
    <w:rsid w:val="00D143E5"/>
    <w:rsid w:val="00D2114B"/>
    <w:rsid w:val="00D21F5C"/>
    <w:rsid w:val="00D373DA"/>
    <w:rsid w:val="00D515DC"/>
    <w:rsid w:val="00D623CB"/>
    <w:rsid w:val="00D70935"/>
    <w:rsid w:val="00D76F3F"/>
    <w:rsid w:val="00D83A34"/>
    <w:rsid w:val="00DA6A6D"/>
    <w:rsid w:val="00DB6EA1"/>
    <w:rsid w:val="00DC3219"/>
    <w:rsid w:val="00DC6C34"/>
    <w:rsid w:val="00DF0702"/>
    <w:rsid w:val="00DF3357"/>
    <w:rsid w:val="00E115F9"/>
    <w:rsid w:val="00E15739"/>
    <w:rsid w:val="00E25188"/>
    <w:rsid w:val="00E52711"/>
    <w:rsid w:val="00E52DDB"/>
    <w:rsid w:val="00E61D0A"/>
    <w:rsid w:val="00E74E11"/>
    <w:rsid w:val="00E75098"/>
    <w:rsid w:val="00E900EC"/>
    <w:rsid w:val="00E90959"/>
    <w:rsid w:val="00EB4B73"/>
    <w:rsid w:val="00EC74EA"/>
    <w:rsid w:val="00EE6EFD"/>
    <w:rsid w:val="00EE72D8"/>
    <w:rsid w:val="00EF0B45"/>
    <w:rsid w:val="00EF40FE"/>
    <w:rsid w:val="00F1020A"/>
    <w:rsid w:val="00F11397"/>
    <w:rsid w:val="00F16735"/>
    <w:rsid w:val="00F22652"/>
    <w:rsid w:val="00F24B75"/>
    <w:rsid w:val="00F356C4"/>
    <w:rsid w:val="00F36763"/>
    <w:rsid w:val="00F40374"/>
    <w:rsid w:val="00F53E89"/>
    <w:rsid w:val="00F96199"/>
    <w:rsid w:val="00F974D5"/>
    <w:rsid w:val="00FA4C8F"/>
    <w:rsid w:val="00FA5037"/>
    <w:rsid w:val="00FA67A9"/>
    <w:rsid w:val="00FB6EA5"/>
    <w:rsid w:val="00FB78AB"/>
    <w:rsid w:val="00FC4C86"/>
    <w:rsid w:val="00FE3233"/>
    <w:rsid w:val="00FE5351"/>
    <w:rsid w:val="00FF3FC9"/>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63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63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S_Project\Documents\TEST\TestCa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5AB1244A19A4686CD3639E5AF3F8F" ma:contentTypeVersion="7" ma:contentTypeDescription="Create a new document." ma:contentTypeScope="" ma:versionID="0f0005ef7a315cf4fe2d363fb5c57144">
  <xsd:schema xmlns:xsd="http://www.w3.org/2001/XMLSchema" xmlns:xs="http://www.w3.org/2001/XMLSchema" xmlns:p="http://schemas.microsoft.com/office/2006/metadata/properties" xmlns:ns2="fc10853a-ab03-422f-986c-c3e75186d4d9" xmlns:ns3="bbc9d6c8-2042-4188-ae6f-844073ccc4ad" xmlns:ns4="http://schemas.microsoft.com/sharepoint/v3/fields" targetNamespace="http://schemas.microsoft.com/office/2006/metadata/properties" ma:root="true" ma:fieldsID="2cc2fd427b357cc012ea6eca6824aca0" ns2:_="" ns3:_="" ns4:_="">
    <xsd:import namespace="fc10853a-ab03-422f-986c-c3e75186d4d9"/>
    <xsd:import namespace="bbc9d6c8-2042-4188-ae6f-844073ccc4ad"/>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Application" minOccurs="0"/>
                <xsd:element ref="ns3:Task" minOccurs="0"/>
                <xsd:element ref="ns3:Owner" minOccurs="0"/>
                <xsd:element ref="ns4:_ResourceType" minOccurs="0"/>
                <xsd:element ref="ns3:Rational_x003f_" minOccurs="0"/>
                <xsd:element ref="ns3:Artifac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0853a-ab03-422f-986c-c3e75186d4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c9d6c8-2042-4188-ae6f-844073ccc4ad" elementFormDefault="qualified">
    <xsd:import namespace="http://schemas.microsoft.com/office/2006/documentManagement/types"/>
    <xsd:import namespace="http://schemas.microsoft.com/office/infopath/2007/PartnerControls"/>
    <xsd:element name="Application" ma:index="11" nillable="true" ma:displayName="App/Service/Middleware" ma:internalName="Application">
      <xsd:complexType>
        <xsd:complexContent>
          <xsd:extension base="dms:MultiChoice">
            <xsd:sequence>
              <xsd:element name="Value" maxOccurs="unbounded" minOccurs="0" nillable="true">
                <xsd:simpleType>
                  <xsd:restriction base="dms:Choice">
                    <xsd:enumeration value="AcS"/>
                    <xsd:enumeration value="BMS"/>
                    <xsd:enumeration value="Cohort Extractors"/>
                    <xsd:enumeration value="EFR"/>
                    <xsd:enumeration value="HAIISS/PHSR"/>
                    <xsd:enumeration value="IAM"/>
                    <xsd:enumeration value="MDWS"/>
                    <xsd:enumeration value="MSSR"/>
                    <xsd:enumeration value="NUMI"/>
                    <xsd:enumeration value="SSO"/>
                    <xsd:enumeration value="TBI Registry"/>
                    <xsd:enumeration value="VIA"/>
                    <xsd:enumeration value="VistA"/>
                  </xsd:restriction>
                </xsd:simpleType>
              </xsd:element>
            </xsd:sequence>
          </xsd:extension>
        </xsd:complexContent>
      </xsd:complexType>
    </xsd:element>
    <xsd:element name="Task" ma:index="12" nillable="true" ma:displayName="Task" ma:internalName="Task">
      <xsd:complexType>
        <xsd:complexContent>
          <xsd:extension base="dms:MultiChoice">
            <xsd:sequence>
              <xsd:element name="Value" maxOccurs="unbounded" minOccurs="0" nillable="true">
                <xsd:simpleType>
                  <xsd:restriction base="dms:Choice">
                    <xsd:enumeration value="Assessment"/>
                    <xsd:enumeration value="Configuration"/>
                    <xsd:enumeration value="Deployment"/>
                    <xsd:enumeration value="Development"/>
                    <xsd:enumeration value="IOC"/>
                    <xsd:enumeration value="Migration"/>
                    <xsd:enumeration value="Project Management"/>
                    <xsd:enumeration value="Remediation"/>
                    <xsd:enumeration value="Requirements"/>
                    <xsd:enumeration value="SCA"/>
                    <xsd:enumeration value="Standardization"/>
                    <xsd:enumeration value="Testing"/>
                  </xsd:restriction>
                </xsd:simpleType>
              </xsd:element>
            </xsd:sequence>
          </xsd:extension>
        </xsd:complexContent>
      </xsd:complexType>
    </xsd:element>
    <xsd:element name="Owner" ma:index="13" nillable="true" ma:displayName="Owner" ma:list="UserInfo" ma:SharePointGroup="0" ma:internalName="Own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onal_x003f_" ma:index="15" nillable="true" ma:displayName="Rational?" ma:internalName="Rational_x003f_">
      <xsd:complexType>
        <xsd:complexContent>
          <xsd:extension base="dms:MultiChoice">
            <xsd:sequence>
              <xsd:element name="Value" maxOccurs="unbounded" minOccurs="0" nillable="true">
                <xsd:simpleType>
                  <xsd:restriction base="dms:Choice">
                    <xsd:enumeration value="Posted"/>
                  </xsd:restriction>
                </xsd:simpleType>
              </xsd:element>
            </xsd:sequence>
          </xsd:extension>
        </xsd:complexContent>
      </xsd:complexType>
    </xsd:element>
    <xsd:element name="Artifact_x0020_Type" ma:index="16" nillable="true" ma:displayName="Artifact Type" ma:format="Dropdown" ma:internalName="Artifact_x0020_Type">
      <xsd:simpleType>
        <xsd:restriction base="dms:Choice">
          <xsd:enumeration value="Assessment"/>
          <xsd:enumeration value="BRD"/>
          <xsd:enumeration value="Checklist"/>
          <xsd:enumeration value="Defect log"/>
          <xsd:enumeration value="Diagram"/>
          <xsd:enumeration value="Guide"/>
          <xsd:enumeration value="ICD"/>
          <xsd:enumeration value="Minutes"/>
          <xsd:enumeration value="Plan"/>
          <xsd:enumeration value="POM"/>
          <xsd:enumeration value="Presentation"/>
          <xsd:enumeration value="PWS"/>
          <xsd:enumeration value="Report"/>
          <xsd:enumeration value="Request"/>
          <xsd:enumeration value="RSD"/>
          <xsd:enumeration value="RTM"/>
          <xsd:enumeration value="SDD"/>
          <xsd:enumeration value="Template"/>
          <xsd:enumeration value="Test Case"/>
          <xsd:enumeration value="Use Case/Story"/>
          <xsd:enumeration value="User Guide"/>
          <xsd:enumeration value="VD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sourceType" ma:index="14" nillable="true" ma:displayName="Resource Type" ma:description="A set of categories, functions, genres or aggregation levels" ma:format="Dropdown" ma:internalName="_ResourceType">
      <xsd:simpleType>
        <xsd:restriction base="dms:Choice">
          <xsd:enumeration value="Background"/>
          <xsd:enumeration value="Deliverable"/>
          <xsd:enumeration value="Tea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c10853a-ab03-422f-986c-c3e75186d4d9">ZNAUD33T34AC-428-104</_dlc_DocId>
    <_dlc_DocIdUrl xmlns="fc10853a-ab03-422f-986c-c3e75186d4d9">
      <Url>https://vaww.portal2.va.gov/sites/fss/Vista-AA/_layouts/DocIdRedir.aspx?ID=ZNAUD33T34AC-428-104</Url>
      <Description>ZNAUD33T34AC-428-104</Description>
    </_dlc_DocIdUrl>
    <Owner xmlns="bbc9d6c8-2042-4188-ae6f-844073ccc4ad">
      <UserInfo>
        <DisplayName>DVA\vacokleinf</DisplayName>
        <AccountId>18149</AccountId>
        <AccountType/>
      </UserInfo>
    </Owner>
    <Artifact_x0020_Type xmlns="bbc9d6c8-2042-4188-ae6f-844073ccc4ad">Template</Artifact_x0020_Type>
    <_ResourceType xmlns="http://schemas.microsoft.com/sharepoint/v3/fields">Team</_ResourceType>
    <Application xmlns="bbc9d6c8-2042-4188-ae6f-844073ccc4ad">
      <Value>BMS</Value>
      <Value>NUMI</Value>
      <Value>Cohort Extractors</Value>
      <Value>EFR</Value>
      <Value>HAIISS/PHSR</Value>
      <Value>MSSR</Value>
      <Value>TBI Registry</Value>
    </Application>
    <Task xmlns="bbc9d6c8-2042-4188-ae6f-844073ccc4ad">
      <Value>Standardization</Value>
      <Value>Testing</Value>
    </Task>
    <Rational_x003f_ xmlns="bbc9d6c8-2042-4188-ae6f-844073ccc4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23CA0-DEDD-4BCA-88D1-84B6BFE95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0853a-ab03-422f-986c-c3e75186d4d9"/>
    <ds:schemaRef ds:uri="bbc9d6c8-2042-4188-ae6f-844073ccc4a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9A26A-BD80-4377-A89C-B3F5C80565E8}">
  <ds:schemaRefs>
    <ds:schemaRef ds:uri="http://schemas.microsoft.com/sharepoint/events"/>
  </ds:schemaRefs>
</ds:datastoreItem>
</file>

<file path=customXml/itemProps3.xml><?xml version="1.0" encoding="utf-8"?>
<ds:datastoreItem xmlns:ds="http://schemas.openxmlformats.org/officeDocument/2006/customXml" ds:itemID="{744358AE-39EF-4D9B-A0FB-437BF112B3B6}">
  <ds:schemaRefs>
    <ds:schemaRef ds:uri="http://schemas.microsoft.com/office/2006/metadata/properties"/>
    <ds:schemaRef ds:uri="http://schemas.microsoft.com/office/infopath/2007/PartnerControls"/>
    <ds:schemaRef ds:uri="fc10853a-ab03-422f-986c-c3e75186d4d9"/>
    <ds:schemaRef ds:uri="bbc9d6c8-2042-4188-ae6f-844073ccc4ad"/>
    <ds:schemaRef ds:uri="http://schemas.microsoft.com/sharepoint/v3/fields"/>
  </ds:schemaRefs>
</ds:datastoreItem>
</file>

<file path=customXml/itemProps4.xml><?xml version="1.0" encoding="utf-8"?>
<ds:datastoreItem xmlns:ds="http://schemas.openxmlformats.org/officeDocument/2006/customXml" ds:itemID="{B70B62F4-3560-4C14-AFF8-F2E77B928468}">
  <ds:schemaRefs>
    <ds:schemaRef ds:uri="http://schemas.microsoft.com/sharepoint/v3/contenttype/forms"/>
  </ds:schemaRefs>
</ds:datastoreItem>
</file>

<file path=customXml/itemProps5.xml><?xml version="1.0" encoding="utf-8"?>
<ds:datastoreItem xmlns:ds="http://schemas.openxmlformats.org/officeDocument/2006/customXml" ds:itemID="{5DCA7B54-848E-4843-80A7-3903D6B1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TestCases</Template>
  <TotalTime>14</TotalTime>
  <Pages>11</Pages>
  <Words>1599</Words>
  <Characters>9119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VAE Test Cases</vt:lpstr>
    </vt:vector>
  </TitlesOfParts>
  <Company>Dept. of Veterans Affairs</Company>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 Test Cases</dc:title>
  <dc:creator>McGovern, Joseph (Technatomy)</dc:creator>
  <cp:lastModifiedBy>McGovern, Joseph (Technatomy)</cp:lastModifiedBy>
  <cp:revision>11</cp:revision>
  <dcterms:created xsi:type="dcterms:W3CDTF">2017-10-06T00:22:00Z</dcterms:created>
  <dcterms:modified xsi:type="dcterms:W3CDTF">2017-10-16T01:54:00Z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a3fa83c3-2898-4d9d-861c-0553f1f1bd4b</vt:lpwstr>
  </property>
  <property fmtid="{D5CDD505-2E9C-101B-9397-08002B2CF9AE}" pid="3" name="ContentTypeId">
    <vt:lpwstr>0x0101003B45AB1244A19A4686CD3639E5AF3F8F</vt:lpwstr>
  </property>
</Properties>
</file>